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3F069C2A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C47C2A">
        <w:rPr>
          <w:rStyle w:val="Strong"/>
          <w:rFonts w:asciiTheme="minorHAnsi" w:hAnsiTheme="minorHAnsi" w:cstheme="minorHAnsi"/>
          <w:lang w:val="en-GB"/>
        </w:rPr>
        <w:t xml:space="preserve">23-G007-22 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40CEAB2" w14:textId="77777777" w:rsidR="003370CC" w:rsidRPr="00E30075" w:rsidRDefault="003370CC" w:rsidP="003370CC">
      <w:pPr>
        <w:keepNext/>
        <w:keepLines/>
        <w:spacing w:before="360" w:after="240"/>
        <w:outlineLvl w:val="1"/>
        <w:rPr>
          <w:rFonts w:ascii="Calibri" w:hAnsi="Calibri" w:cs="Calibri"/>
          <w:b/>
          <w:sz w:val="32"/>
          <w:szCs w:val="32"/>
          <w:lang w:val="en-GB"/>
        </w:rPr>
      </w:pPr>
      <w:bookmarkStart w:id="1" w:name="_Toc419729571"/>
      <w:bookmarkStart w:id="2" w:name="_Toc292659306"/>
      <w:bookmarkStart w:id="3" w:name="_Toc312171709"/>
      <w:bookmarkStart w:id="4" w:name="_Toc11156577"/>
      <w:r w:rsidRPr="00E30075">
        <w:rPr>
          <w:rFonts w:ascii="Calibri" w:hAnsi="Calibri" w:cs="Calibri"/>
          <w:b/>
          <w:sz w:val="32"/>
          <w:szCs w:val="32"/>
          <w:lang w:val="en-GB"/>
        </w:rPr>
        <w:lastRenderedPageBreak/>
        <w:t>Specification</w:t>
      </w:r>
      <w:bookmarkEnd w:id="1"/>
    </w:p>
    <w:p w14:paraId="7E946715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lang w:val="en-GB"/>
        </w:rPr>
      </w:pPr>
      <w:bookmarkStart w:id="5" w:name="_Toc293504682"/>
      <w:bookmarkStart w:id="6" w:name="_Toc419729572"/>
      <w:r w:rsidRPr="00E30075">
        <w:rPr>
          <w:rFonts w:ascii="Calibri" w:hAnsi="Calibri" w:cs="Calibri"/>
          <w:b/>
          <w:lang w:val="en-GB"/>
        </w:rPr>
        <w:t>Background</w:t>
      </w:r>
      <w:bookmarkEnd w:id="5"/>
      <w:bookmarkEnd w:id="6"/>
    </w:p>
    <w:p w14:paraId="1E438838" w14:textId="77777777" w:rsidR="003370CC" w:rsidRPr="00E30075" w:rsidRDefault="003370CC" w:rsidP="003370CC">
      <w:pPr>
        <w:widowControl w:val="0"/>
        <w:numPr>
          <w:ilvl w:val="0"/>
          <w:numId w:val="16"/>
        </w:numPr>
        <w:wordWrap w:val="0"/>
        <w:autoSpaceDE w:val="0"/>
        <w:autoSpaceDN w:val="0"/>
        <w:jc w:val="both"/>
        <w:rPr>
          <w:rFonts w:ascii="Calibri" w:eastAsia="Times New Roman" w:hAnsi="Calibri" w:cs="Calibri"/>
          <w:kern w:val="2"/>
          <w:lang w:val="en-GB" w:eastAsia="ko-KR"/>
        </w:rPr>
      </w:pPr>
      <w:r w:rsidRPr="00E30075">
        <w:rPr>
          <w:rFonts w:ascii="Calibri" w:eastAsia="Times New Roman" w:hAnsi="Calibri" w:cs="Calibri"/>
          <w:kern w:val="2"/>
          <w:lang w:val="en-GB" w:eastAsia="ko-KR"/>
        </w:rPr>
        <w:t xml:space="preserve">School Stationery Resources &amp; Equipment is conducted for the following year consumption. Primaries and Junior Secondary Schools are the targeted beneficiaries for such project procurement.  </w:t>
      </w:r>
    </w:p>
    <w:p w14:paraId="1FCD7BED" w14:textId="77777777" w:rsidR="003370CC" w:rsidRPr="00E30075" w:rsidRDefault="003370CC" w:rsidP="003370CC">
      <w:pPr>
        <w:widowControl w:val="0"/>
        <w:numPr>
          <w:ilvl w:val="0"/>
          <w:numId w:val="16"/>
        </w:numPr>
        <w:wordWrap w:val="0"/>
        <w:autoSpaceDE w:val="0"/>
        <w:autoSpaceDN w:val="0"/>
        <w:jc w:val="both"/>
        <w:rPr>
          <w:rFonts w:ascii="Calibri" w:eastAsia="Times New Roman" w:hAnsi="Calibri" w:cs="Calibri"/>
          <w:kern w:val="2"/>
          <w:lang w:val="en-GB" w:eastAsia="ko-KR"/>
        </w:rPr>
      </w:pPr>
      <w:r w:rsidRPr="00E30075">
        <w:rPr>
          <w:rFonts w:ascii="Calibri" w:eastAsia="Times New Roman" w:hAnsi="Calibri" w:cs="Calibri"/>
          <w:kern w:val="2"/>
          <w:lang w:val="en-GB" w:eastAsia="ko-KR"/>
        </w:rPr>
        <w:t>To ensure schools are well equipped with the required school resources for improved education services.</w:t>
      </w:r>
    </w:p>
    <w:p w14:paraId="2917F3B0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sz w:val="26"/>
          <w:lang w:val="en-GB"/>
        </w:rPr>
      </w:pPr>
      <w:r w:rsidRPr="00E30075">
        <w:rPr>
          <w:rFonts w:ascii="Calibri" w:hAnsi="Calibri" w:cs="Calibri"/>
          <w:b/>
          <w:sz w:val="26"/>
          <w:lang w:val="en-GB"/>
        </w:rPr>
        <w:t>Requirements</w:t>
      </w:r>
    </w:p>
    <w:p w14:paraId="16EC7072" w14:textId="77777777" w:rsidR="003370CC" w:rsidRPr="000F5F5A" w:rsidRDefault="003370CC" w:rsidP="003370CC">
      <w:pPr>
        <w:rPr>
          <w:rFonts w:ascii="Calibri" w:eastAsia="Times New Roman" w:hAnsi="Calibri" w:cs="Calibri"/>
          <w:kern w:val="2"/>
          <w:lang w:val="en-GB" w:eastAsia="ko-KR"/>
        </w:rPr>
      </w:pPr>
      <w:bookmarkStart w:id="7" w:name="_Toc308102003"/>
      <w:r w:rsidRPr="00E30075">
        <w:rPr>
          <w:rFonts w:ascii="Calibri" w:hAnsi="Calibri" w:cs="Calibri"/>
          <w:lang w:val="en-GB"/>
        </w:rPr>
        <w:t xml:space="preserve">All supporting documentation must be in English. </w:t>
      </w:r>
      <w:r>
        <w:rPr>
          <w:rFonts w:ascii="Calibri" w:hAnsi="Calibri" w:cs="Calibri"/>
          <w:lang w:val="en-GB"/>
        </w:rPr>
        <w:t xml:space="preserve">Please note that the list of requirements can be found in the </w:t>
      </w:r>
      <w:r>
        <w:rPr>
          <w:rFonts w:ascii="Calibri" w:hAnsi="Calibri" w:cs="Calibri"/>
          <w:b/>
          <w:bCs/>
          <w:i/>
          <w:iCs/>
          <w:lang w:val="en-GB"/>
        </w:rPr>
        <w:t>Instructions on How to submit a Quotation</w:t>
      </w:r>
      <w:r>
        <w:rPr>
          <w:rFonts w:ascii="Calibri" w:hAnsi="Calibri" w:cs="Calibri"/>
          <w:lang w:val="en-GB"/>
        </w:rPr>
        <w:t xml:space="preserve"> template, page 5.</w:t>
      </w:r>
    </w:p>
    <w:p w14:paraId="07A28029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sz w:val="26"/>
          <w:lang w:val="en-GB"/>
        </w:rPr>
      </w:pPr>
      <w:bookmarkStart w:id="8" w:name="_Toc419729577"/>
      <w:bookmarkEnd w:id="7"/>
      <w:r w:rsidRPr="00E30075">
        <w:rPr>
          <w:rFonts w:ascii="Calibri" w:hAnsi="Calibri" w:cs="Calibri"/>
          <w:b/>
          <w:sz w:val="26"/>
          <w:lang w:val="en-GB"/>
        </w:rPr>
        <w:t>Installation services</w:t>
      </w:r>
      <w:bookmarkEnd w:id="8"/>
    </w:p>
    <w:p w14:paraId="001B67F6" w14:textId="77777777" w:rsidR="003370CC" w:rsidRPr="00E30075" w:rsidRDefault="003370CC" w:rsidP="003370CC">
      <w:pPr>
        <w:rPr>
          <w:rFonts w:ascii="Calibri" w:hAnsi="Calibri" w:cs="Calibri"/>
          <w:lang w:val="en-GB"/>
        </w:rPr>
      </w:pPr>
      <w:r w:rsidRPr="00E30075">
        <w:rPr>
          <w:rFonts w:ascii="Calibri" w:hAnsi="Calibri" w:cs="Calibri"/>
          <w:lang w:val="en-GB"/>
        </w:rPr>
        <w:t>No installation of services required.</w:t>
      </w:r>
    </w:p>
    <w:p w14:paraId="366FEB49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sz w:val="26"/>
          <w:lang w:val="en-GB"/>
        </w:rPr>
      </w:pPr>
      <w:bookmarkStart w:id="9" w:name="_Toc419729578"/>
      <w:r w:rsidRPr="00E30075">
        <w:rPr>
          <w:rFonts w:ascii="Calibri" w:hAnsi="Calibri" w:cs="Calibri"/>
          <w:b/>
          <w:sz w:val="26"/>
          <w:lang w:val="en-GB"/>
        </w:rPr>
        <w:t>Delivery Time</w:t>
      </w:r>
      <w:bookmarkEnd w:id="9"/>
    </w:p>
    <w:p w14:paraId="55F270F5" w14:textId="419950F1" w:rsidR="003370CC" w:rsidRDefault="003370CC" w:rsidP="003370CC">
      <w:pPr>
        <w:rPr>
          <w:rFonts w:ascii="Calibri" w:hAnsi="Calibri" w:cs="Calibri"/>
          <w:lang w:val="en-GB"/>
        </w:rPr>
      </w:pPr>
      <w:r w:rsidRPr="00E30075">
        <w:rPr>
          <w:rFonts w:ascii="Calibri" w:hAnsi="Calibri" w:cs="Calibri"/>
          <w:lang w:val="en-GB"/>
        </w:rPr>
        <w:t>The Ministry of Education is anticipating receiving AL</w:t>
      </w:r>
      <w:r>
        <w:rPr>
          <w:rFonts w:ascii="Calibri" w:hAnsi="Calibri" w:cs="Calibri"/>
          <w:lang w:val="en-GB"/>
        </w:rPr>
        <w:t>L of the items not earlier than</w:t>
      </w:r>
      <w:r w:rsidRPr="00E30075">
        <w:rPr>
          <w:rFonts w:ascii="Calibri" w:hAnsi="Calibri" w:cs="Calibri"/>
          <w:lang w:val="en-GB"/>
        </w:rPr>
        <w:t xml:space="preserve"> </w:t>
      </w:r>
      <w:r w:rsidR="003128FD">
        <w:rPr>
          <w:rFonts w:ascii="Calibri" w:hAnsi="Calibri" w:cs="Calibri"/>
          <w:b/>
          <w:i/>
          <w:lang w:val="en-GB"/>
        </w:rPr>
        <w:t>Friday 18</w:t>
      </w:r>
      <w:r w:rsidR="003128FD" w:rsidRPr="003128FD">
        <w:rPr>
          <w:rFonts w:ascii="Calibri" w:hAnsi="Calibri" w:cs="Calibri"/>
          <w:b/>
          <w:i/>
          <w:vertAlign w:val="superscript"/>
          <w:lang w:val="en-GB"/>
        </w:rPr>
        <w:t>th</w:t>
      </w:r>
      <w:r w:rsidR="003128FD">
        <w:rPr>
          <w:rFonts w:ascii="Calibri" w:hAnsi="Calibri" w:cs="Calibri"/>
          <w:b/>
          <w:i/>
          <w:lang w:val="en-GB"/>
        </w:rPr>
        <w:t xml:space="preserve"> November,</w:t>
      </w:r>
      <w:r w:rsidR="00491E09">
        <w:rPr>
          <w:rFonts w:ascii="Calibri" w:hAnsi="Calibri" w:cs="Calibri"/>
          <w:b/>
          <w:i/>
          <w:lang w:val="en-GB"/>
        </w:rPr>
        <w:t xml:space="preserve"> 2022</w:t>
      </w:r>
      <w:r w:rsidRPr="00E30075">
        <w:rPr>
          <w:rFonts w:ascii="Calibri" w:hAnsi="Calibri" w:cs="Calibri"/>
          <w:b/>
          <w:i/>
          <w:lang w:val="en-GB"/>
        </w:rPr>
        <w:t xml:space="preserve"> </w:t>
      </w:r>
      <w:r w:rsidRPr="00E30075">
        <w:rPr>
          <w:rFonts w:ascii="Calibri" w:hAnsi="Calibri" w:cs="Calibri"/>
          <w:lang w:val="en-GB"/>
        </w:rPr>
        <w:t>and no</w:t>
      </w:r>
      <w:r>
        <w:rPr>
          <w:rFonts w:ascii="Calibri" w:hAnsi="Calibri" w:cs="Calibri"/>
          <w:lang w:val="en-GB"/>
        </w:rPr>
        <w:t xml:space="preserve"> later than </w:t>
      </w:r>
      <w:r w:rsidR="00C37682">
        <w:rPr>
          <w:rFonts w:ascii="Calibri" w:hAnsi="Calibri" w:cs="Calibri"/>
          <w:b/>
          <w:i/>
          <w:lang w:val="en-GB"/>
        </w:rPr>
        <w:t>Frida</w:t>
      </w:r>
      <w:r w:rsidR="00871C4E">
        <w:rPr>
          <w:rFonts w:ascii="Calibri" w:hAnsi="Calibri" w:cs="Calibri"/>
          <w:b/>
          <w:i/>
          <w:lang w:val="en-GB"/>
        </w:rPr>
        <w:t xml:space="preserve">y </w:t>
      </w:r>
      <w:r w:rsidR="00D81299">
        <w:rPr>
          <w:rFonts w:ascii="Calibri" w:hAnsi="Calibri" w:cs="Calibri"/>
          <w:b/>
          <w:i/>
          <w:lang w:val="en-GB"/>
        </w:rPr>
        <w:t>25</w:t>
      </w:r>
      <w:r w:rsidR="00D81299" w:rsidRPr="00D81299">
        <w:rPr>
          <w:rFonts w:ascii="Calibri" w:hAnsi="Calibri" w:cs="Calibri"/>
          <w:b/>
          <w:i/>
          <w:vertAlign w:val="superscript"/>
          <w:lang w:val="en-GB"/>
        </w:rPr>
        <w:t>th</w:t>
      </w:r>
      <w:r w:rsidR="00D81299">
        <w:rPr>
          <w:rFonts w:ascii="Calibri" w:hAnsi="Calibri" w:cs="Calibri"/>
          <w:b/>
          <w:i/>
          <w:lang w:val="en-GB"/>
        </w:rPr>
        <w:t xml:space="preserve"> November</w:t>
      </w:r>
      <w:r>
        <w:rPr>
          <w:rFonts w:ascii="Calibri" w:hAnsi="Calibri" w:cs="Calibri"/>
          <w:b/>
          <w:i/>
          <w:lang w:val="en-GB"/>
        </w:rPr>
        <w:t>,</w:t>
      </w:r>
      <w:r w:rsidRPr="00E30075">
        <w:rPr>
          <w:rFonts w:ascii="Calibri" w:hAnsi="Calibri" w:cs="Calibri"/>
          <w:b/>
          <w:i/>
          <w:lang w:val="en-GB"/>
        </w:rPr>
        <w:t xml:space="preserve"> 202</w:t>
      </w:r>
      <w:r w:rsidR="003128FD">
        <w:rPr>
          <w:rFonts w:ascii="Calibri" w:hAnsi="Calibri" w:cs="Calibri"/>
          <w:b/>
          <w:i/>
          <w:lang w:val="en-GB"/>
        </w:rPr>
        <w:t>2</w:t>
      </w:r>
      <w:r w:rsidRPr="00E30075">
        <w:rPr>
          <w:rFonts w:ascii="Calibri" w:hAnsi="Calibri" w:cs="Calibri"/>
          <w:lang w:val="en-GB"/>
        </w:rPr>
        <w:t>.</w:t>
      </w:r>
      <w:bookmarkEnd w:id="2"/>
      <w:bookmarkEnd w:id="3"/>
    </w:p>
    <w:p w14:paraId="657A7558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0C7FB1E8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7BE8EFB1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071A9E6B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1AF7B314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6CE96C4D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770C9B0F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5701CF56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242FB1CE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7950664C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36EF15E2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1C17172E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5B6E8139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5B46E727" w14:textId="77777777" w:rsidR="003370CC" w:rsidRDefault="003370CC" w:rsidP="003370CC">
      <w:pPr>
        <w:rPr>
          <w:rFonts w:ascii="Calibri" w:hAnsi="Calibri" w:cs="Calibri"/>
          <w:lang w:val="en-GB"/>
        </w:rPr>
      </w:pPr>
    </w:p>
    <w:p w14:paraId="7EA21BB8" w14:textId="7B6E8DE8" w:rsidR="003370CC" w:rsidRPr="000F5F5A" w:rsidRDefault="003370CC" w:rsidP="003370CC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lastRenderedPageBreak/>
        <w:br/>
      </w:r>
    </w:p>
    <w:p w14:paraId="2C0E6605" w14:textId="77777777" w:rsidR="003370CC" w:rsidRPr="00D15F2F" w:rsidRDefault="003370CC" w:rsidP="003370CC">
      <w:pPr>
        <w:rPr>
          <w:rFonts w:ascii="Calibri" w:hAnsi="Calibri" w:cs="Calibri"/>
          <w:b/>
          <w:sz w:val="28"/>
          <w:szCs w:val="28"/>
          <w:lang w:val="en-GB"/>
        </w:rPr>
      </w:pPr>
      <w:r w:rsidRPr="00D15F2F">
        <w:rPr>
          <w:b/>
          <w:sz w:val="28"/>
          <w:szCs w:val="28"/>
        </w:rPr>
        <w:t>Description of the Goods</w:t>
      </w:r>
      <w:bookmarkEnd w:id="4"/>
    </w:p>
    <w:p w14:paraId="3F6C912D" w14:textId="77777777" w:rsidR="003370CC" w:rsidRDefault="003370CC" w:rsidP="003370CC">
      <w:pPr>
        <w:rPr>
          <w:lang w:val="en-GB"/>
        </w:rPr>
      </w:pPr>
      <w:r>
        <w:rPr>
          <w:lang w:val="en-GB"/>
        </w:rPr>
        <w:t>Refer to the list below: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TableGrid"/>
        <w:tblW w:w="10170" w:type="dxa"/>
        <w:tblInd w:w="-455" w:type="dxa"/>
        <w:tblLook w:val="04A0" w:firstRow="1" w:lastRow="0" w:firstColumn="1" w:lastColumn="0" w:noHBand="0" w:noVBand="1"/>
      </w:tblPr>
      <w:tblGrid>
        <w:gridCol w:w="538"/>
        <w:gridCol w:w="7584"/>
        <w:gridCol w:w="922"/>
        <w:gridCol w:w="1131"/>
      </w:tblGrid>
      <w:tr w:rsidR="00DB4A58" w:rsidRPr="00DB4A58" w14:paraId="43551EB4" w14:textId="77777777" w:rsidTr="00DB4A58">
        <w:trPr>
          <w:trHeight w:val="300"/>
        </w:trPr>
        <w:tc>
          <w:tcPr>
            <w:tcW w:w="9039" w:type="dxa"/>
            <w:gridSpan w:val="3"/>
            <w:noWrap/>
            <w:hideMark/>
          </w:tcPr>
          <w:p w14:paraId="6B20AFCD" w14:textId="77777777" w:rsidR="00DB4A58" w:rsidRPr="00DB4A58" w:rsidRDefault="00DB4A58" w:rsidP="00DB4A58">
            <w:pPr>
              <w:jc w:val="left"/>
              <w:rPr>
                <w:b/>
                <w:bCs/>
              </w:rPr>
            </w:pPr>
            <w:r w:rsidRPr="00DB4A58">
              <w:rPr>
                <w:b/>
                <w:bCs/>
              </w:rPr>
              <w:t>SSRE 2022 Item Allocation</w:t>
            </w:r>
          </w:p>
        </w:tc>
        <w:tc>
          <w:tcPr>
            <w:tcW w:w="1131" w:type="dxa"/>
            <w:vMerge w:val="restart"/>
            <w:hideMark/>
          </w:tcPr>
          <w:p w14:paraId="6005387E" w14:textId="77777777" w:rsidR="00DB4A58" w:rsidRPr="00DB4A58" w:rsidRDefault="00DB4A58" w:rsidP="00DB4A58">
            <w:pPr>
              <w:jc w:val="left"/>
              <w:rPr>
                <w:b/>
                <w:bCs/>
              </w:rPr>
            </w:pPr>
            <w:r w:rsidRPr="00DB4A58">
              <w:rPr>
                <w:b/>
                <w:bCs/>
              </w:rPr>
              <w:t>QTY Order</w:t>
            </w:r>
          </w:p>
        </w:tc>
      </w:tr>
      <w:tr w:rsidR="00DB4A58" w:rsidRPr="00DB4A58" w14:paraId="3A5B1782" w14:textId="77777777" w:rsidTr="00DB4A58">
        <w:trPr>
          <w:trHeight w:val="300"/>
        </w:trPr>
        <w:tc>
          <w:tcPr>
            <w:tcW w:w="538" w:type="dxa"/>
            <w:noWrap/>
            <w:hideMark/>
          </w:tcPr>
          <w:p w14:paraId="3387AC91" w14:textId="77777777" w:rsidR="00DB4A58" w:rsidRPr="00DB4A58" w:rsidRDefault="00DB4A58" w:rsidP="00DB4A58">
            <w:pPr>
              <w:jc w:val="left"/>
              <w:rPr>
                <w:b/>
                <w:bCs/>
              </w:rPr>
            </w:pPr>
            <w:r w:rsidRPr="00DB4A58">
              <w:rPr>
                <w:b/>
                <w:bCs/>
              </w:rPr>
              <w:t>No</w:t>
            </w:r>
          </w:p>
        </w:tc>
        <w:tc>
          <w:tcPr>
            <w:tcW w:w="7584" w:type="dxa"/>
            <w:noWrap/>
            <w:hideMark/>
          </w:tcPr>
          <w:p w14:paraId="76F413F5" w14:textId="77777777" w:rsidR="00DB4A58" w:rsidRPr="00DB4A58" w:rsidRDefault="00DB4A58">
            <w:pPr>
              <w:jc w:val="left"/>
              <w:rPr>
                <w:b/>
                <w:bCs/>
              </w:rPr>
            </w:pPr>
            <w:r w:rsidRPr="00DB4A58">
              <w:rPr>
                <w:b/>
                <w:bCs/>
              </w:rPr>
              <w:t>Item/Specification</w:t>
            </w:r>
          </w:p>
        </w:tc>
        <w:tc>
          <w:tcPr>
            <w:tcW w:w="917" w:type="dxa"/>
            <w:noWrap/>
            <w:hideMark/>
          </w:tcPr>
          <w:p w14:paraId="0CAEA3AE" w14:textId="77777777" w:rsidR="00DB4A58" w:rsidRPr="00DB4A58" w:rsidRDefault="00DB4A58" w:rsidP="00DB4A58">
            <w:pPr>
              <w:jc w:val="left"/>
              <w:rPr>
                <w:b/>
                <w:bCs/>
              </w:rPr>
            </w:pPr>
            <w:r w:rsidRPr="00DB4A58">
              <w:rPr>
                <w:b/>
                <w:bCs/>
              </w:rPr>
              <w:t>Unit</w:t>
            </w:r>
          </w:p>
        </w:tc>
        <w:tc>
          <w:tcPr>
            <w:tcW w:w="1131" w:type="dxa"/>
            <w:vMerge/>
            <w:hideMark/>
          </w:tcPr>
          <w:p w14:paraId="22C9FF7D" w14:textId="77777777" w:rsidR="00DB4A58" w:rsidRPr="00DB4A58" w:rsidRDefault="00DB4A58">
            <w:pPr>
              <w:rPr>
                <w:b/>
                <w:bCs/>
              </w:rPr>
            </w:pPr>
          </w:p>
        </w:tc>
      </w:tr>
      <w:tr w:rsidR="00DB4A58" w:rsidRPr="00DB4A58" w14:paraId="4610B216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3A19970" w14:textId="77777777" w:rsidR="00DB4A58" w:rsidRPr="00DB4A58" w:rsidRDefault="00DB4A58" w:rsidP="00DB4A58">
            <w:pPr>
              <w:jc w:val="left"/>
            </w:pPr>
            <w:r w:rsidRPr="00DB4A58">
              <w:t>1</w:t>
            </w:r>
          </w:p>
        </w:tc>
        <w:tc>
          <w:tcPr>
            <w:tcW w:w="7584" w:type="dxa"/>
            <w:noWrap/>
            <w:hideMark/>
          </w:tcPr>
          <w:p w14:paraId="798834E7" w14:textId="77777777" w:rsidR="00DB4A58" w:rsidRPr="00DB4A58" w:rsidRDefault="00DB4A58">
            <w:pPr>
              <w:jc w:val="left"/>
            </w:pPr>
            <w:r w:rsidRPr="00DB4A58">
              <w:t>Kiribati National Flag, 120cm x 80cm, of durable material</w:t>
            </w:r>
          </w:p>
        </w:tc>
        <w:tc>
          <w:tcPr>
            <w:tcW w:w="917" w:type="dxa"/>
            <w:noWrap/>
            <w:hideMark/>
          </w:tcPr>
          <w:p w14:paraId="79626C3D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4FDF56C5" w14:textId="77777777" w:rsidR="00DB4A58" w:rsidRPr="00DB4A58" w:rsidRDefault="00DB4A58" w:rsidP="00DB4A58">
            <w:pPr>
              <w:jc w:val="left"/>
            </w:pPr>
            <w:r w:rsidRPr="00DB4A58">
              <w:t>130</w:t>
            </w:r>
          </w:p>
        </w:tc>
      </w:tr>
      <w:tr w:rsidR="00DB4A58" w:rsidRPr="00DB4A58" w14:paraId="61463076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098CCCC3" w14:textId="77777777" w:rsidR="00DB4A58" w:rsidRPr="00DB4A58" w:rsidRDefault="00DB4A58" w:rsidP="00DB4A58">
            <w:pPr>
              <w:jc w:val="left"/>
            </w:pPr>
            <w:bookmarkStart w:id="10" w:name="_GoBack" w:colFirst="0" w:colLast="0"/>
            <w:r w:rsidRPr="00DB4A58">
              <w:t>2</w:t>
            </w:r>
          </w:p>
        </w:tc>
        <w:tc>
          <w:tcPr>
            <w:tcW w:w="7584" w:type="dxa"/>
            <w:noWrap/>
            <w:hideMark/>
          </w:tcPr>
          <w:p w14:paraId="7998155A" w14:textId="77777777" w:rsidR="00DB4A58" w:rsidRPr="00DB4A58" w:rsidRDefault="00DB4A58">
            <w:pPr>
              <w:jc w:val="left"/>
            </w:pPr>
            <w:r w:rsidRPr="00DB4A58">
              <w:t>Basketball, outdoor, rubber, dimple grip, suitable for rough cement, size 5, &lt;11yrs</w:t>
            </w:r>
          </w:p>
        </w:tc>
        <w:tc>
          <w:tcPr>
            <w:tcW w:w="917" w:type="dxa"/>
            <w:noWrap/>
            <w:hideMark/>
          </w:tcPr>
          <w:p w14:paraId="5A780698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49A1DA72" w14:textId="77777777" w:rsidR="00DB4A58" w:rsidRPr="00DB4A58" w:rsidRDefault="00DB4A58" w:rsidP="00DB4A58">
            <w:pPr>
              <w:jc w:val="left"/>
            </w:pPr>
            <w:r w:rsidRPr="00DB4A58">
              <w:t>200</w:t>
            </w:r>
          </w:p>
        </w:tc>
      </w:tr>
      <w:bookmarkEnd w:id="10"/>
      <w:tr w:rsidR="00DB4A58" w:rsidRPr="00DB4A58" w14:paraId="6FF99F30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CBE1208" w14:textId="77777777" w:rsidR="00DB4A58" w:rsidRPr="00DB4A58" w:rsidRDefault="00DB4A58" w:rsidP="00DB4A58">
            <w:pPr>
              <w:jc w:val="left"/>
            </w:pPr>
            <w:r w:rsidRPr="00DB4A58">
              <w:t>3</w:t>
            </w:r>
          </w:p>
        </w:tc>
        <w:tc>
          <w:tcPr>
            <w:tcW w:w="7584" w:type="dxa"/>
            <w:noWrap/>
            <w:hideMark/>
          </w:tcPr>
          <w:p w14:paraId="02C69DB8" w14:textId="77777777" w:rsidR="00DB4A58" w:rsidRPr="00DB4A58" w:rsidRDefault="00DB4A58">
            <w:pPr>
              <w:jc w:val="left"/>
            </w:pPr>
            <w:r w:rsidRPr="00DB4A58">
              <w:t xml:space="preserve">Block Set, wooden or plastic, </w:t>
            </w:r>
            <w:proofErr w:type="spellStart"/>
            <w:r w:rsidRPr="00DB4A58">
              <w:t>coloured</w:t>
            </w:r>
            <w:proofErr w:type="spellEnd"/>
            <w:r w:rsidRPr="00DB4A58">
              <w:t>, assorted shapes, &gt;30 pieces per packet</w:t>
            </w:r>
          </w:p>
        </w:tc>
        <w:tc>
          <w:tcPr>
            <w:tcW w:w="917" w:type="dxa"/>
            <w:noWrap/>
            <w:hideMark/>
          </w:tcPr>
          <w:p w14:paraId="189D4309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pkt</w:t>
            </w:r>
            <w:proofErr w:type="spellEnd"/>
          </w:p>
        </w:tc>
        <w:tc>
          <w:tcPr>
            <w:tcW w:w="1131" w:type="dxa"/>
            <w:noWrap/>
            <w:hideMark/>
          </w:tcPr>
          <w:p w14:paraId="642163AC" w14:textId="77777777" w:rsidR="00DB4A58" w:rsidRPr="00DB4A58" w:rsidRDefault="00DB4A58" w:rsidP="00DB4A58">
            <w:pPr>
              <w:jc w:val="left"/>
            </w:pPr>
            <w:r w:rsidRPr="00DB4A58">
              <w:t>13280</w:t>
            </w:r>
          </w:p>
        </w:tc>
      </w:tr>
      <w:tr w:rsidR="00DB4A58" w:rsidRPr="00DB4A58" w14:paraId="7535C24C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65CEF3E" w14:textId="77777777" w:rsidR="00DB4A58" w:rsidRPr="00DB4A58" w:rsidRDefault="00DB4A58" w:rsidP="00DB4A58">
            <w:pPr>
              <w:jc w:val="left"/>
            </w:pPr>
            <w:r w:rsidRPr="00DB4A58">
              <w:t>4</w:t>
            </w:r>
          </w:p>
        </w:tc>
        <w:tc>
          <w:tcPr>
            <w:tcW w:w="7584" w:type="dxa"/>
            <w:noWrap/>
            <w:hideMark/>
          </w:tcPr>
          <w:p w14:paraId="465312A3" w14:textId="77777777" w:rsidR="00DB4A58" w:rsidRPr="00DB4A58" w:rsidRDefault="00DB4A58">
            <w:pPr>
              <w:jc w:val="left"/>
            </w:pPr>
            <w:proofErr w:type="spellStart"/>
            <w:r w:rsidRPr="00DB4A58">
              <w:t>Blu</w:t>
            </w:r>
            <w:proofErr w:type="spellEnd"/>
            <w:r w:rsidRPr="00DB4A58">
              <w:t xml:space="preserve">-Tack or equivalent, 75 </w:t>
            </w:r>
            <w:proofErr w:type="spellStart"/>
            <w:r w:rsidRPr="00DB4A58">
              <w:t>gms</w:t>
            </w:r>
            <w:proofErr w:type="spellEnd"/>
            <w:r w:rsidRPr="00DB4A58">
              <w:t>, acid free &amp; non toxic</w:t>
            </w:r>
          </w:p>
        </w:tc>
        <w:tc>
          <w:tcPr>
            <w:tcW w:w="917" w:type="dxa"/>
            <w:noWrap/>
            <w:hideMark/>
          </w:tcPr>
          <w:p w14:paraId="7BFECD61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pkt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919FE17" w14:textId="77777777" w:rsidR="00DB4A58" w:rsidRPr="00DB4A58" w:rsidRDefault="00DB4A58" w:rsidP="00DB4A58">
            <w:pPr>
              <w:jc w:val="left"/>
            </w:pPr>
            <w:r w:rsidRPr="00DB4A58">
              <w:t>1542</w:t>
            </w:r>
          </w:p>
        </w:tc>
      </w:tr>
      <w:tr w:rsidR="00DB4A58" w:rsidRPr="00DB4A58" w14:paraId="61ADF6CC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A6BC6E3" w14:textId="77777777" w:rsidR="00DB4A58" w:rsidRPr="00DB4A58" w:rsidRDefault="00DB4A58" w:rsidP="00DB4A58">
            <w:pPr>
              <w:jc w:val="left"/>
            </w:pPr>
            <w:r w:rsidRPr="00DB4A58">
              <w:t>5</w:t>
            </w:r>
          </w:p>
        </w:tc>
        <w:tc>
          <w:tcPr>
            <w:tcW w:w="7584" w:type="dxa"/>
            <w:noWrap/>
            <w:hideMark/>
          </w:tcPr>
          <w:p w14:paraId="03B9ADE3" w14:textId="77777777" w:rsidR="00DB4A58" w:rsidRPr="00DB4A58" w:rsidRDefault="00DB4A58">
            <w:pPr>
              <w:jc w:val="left"/>
            </w:pPr>
            <w:r w:rsidRPr="00DB4A58">
              <w:t>Cardboard, A4, 230gsm, white, per sheet (Hard cover sheet)</w:t>
            </w:r>
          </w:p>
        </w:tc>
        <w:tc>
          <w:tcPr>
            <w:tcW w:w="917" w:type="dxa"/>
            <w:noWrap/>
            <w:hideMark/>
          </w:tcPr>
          <w:p w14:paraId="05509285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F119C81" w14:textId="77777777" w:rsidR="00DB4A58" w:rsidRPr="00DB4A58" w:rsidRDefault="00DB4A58" w:rsidP="00DB4A58">
            <w:pPr>
              <w:jc w:val="left"/>
            </w:pPr>
            <w:r w:rsidRPr="00DB4A58">
              <w:t>4600</w:t>
            </w:r>
          </w:p>
        </w:tc>
      </w:tr>
      <w:tr w:rsidR="00DB4A58" w:rsidRPr="00DB4A58" w14:paraId="6D514E4C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9E1ECB6" w14:textId="77777777" w:rsidR="00DB4A58" w:rsidRPr="00DB4A58" w:rsidRDefault="00DB4A58" w:rsidP="00DB4A58">
            <w:pPr>
              <w:jc w:val="left"/>
            </w:pPr>
            <w:r w:rsidRPr="00DB4A58">
              <w:t>6</w:t>
            </w:r>
          </w:p>
        </w:tc>
        <w:tc>
          <w:tcPr>
            <w:tcW w:w="7584" w:type="dxa"/>
            <w:noWrap/>
            <w:hideMark/>
          </w:tcPr>
          <w:p w14:paraId="1B4304F2" w14:textId="77777777" w:rsidR="00DB4A58" w:rsidRPr="00DB4A58" w:rsidRDefault="00DB4A58">
            <w:pPr>
              <w:jc w:val="left"/>
            </w:pPr>
            <w:r w:rsidRPr="00DB4A58">
              <w:t xml:space="preserve">Chalk, assorted </w:t>
            </w:r>
            <w:proofErr w:type="spellStart"/>
            <w:r w:rsidRPr="00DB4A58">
              <w:t>colours</w:t>
            </w:r>
            <w:proofErr w:type="spellEnd"/>
            <w:r w:rsidRPr="00DB4A58">
              <w:t>, dustless, 8mm x 80mm, 100 pieces per box</w:t>
            </w:r>
          </w:p>
        </w:tc>
        <w:tc>
          <w:tcPr>
            <w:tcW w:w="917" w:type="dxa"/>
            <w:noWrap/>
            <w:hideMark/>
          </w:tcPr>
          <w:p w14:paraId="752170EE" w14:textId="77777777" w:rsidR="00DB4A58" w:rsidRPr="00DB4A58" w:rsidRDefault="00DB4A58" w:rsidP="00DB4A58">
            <w:pPr>
              <w:jc w:val="left"/>
            </w:pPr>
            <w:r w:rsidRPr="00DB4A58">
              <w:t>box</w:t>
            </w:r>
          </w:p>
        </w:tc>
        <w:tc>
          <w:tcPr>
            <w:tcW w:w="1131" w:type="dxa"/>
            <w:noWrap/>
            <w:hideMark/>
          </w:tcPr>
          <w:p w14:paraId="1EF6636F" w14:textId="77777777" w:rsidR="00DB4A58" w:rsidRPr="00DB4A58" w:rsidRDefault="00DB4A58" w:rsidP="00DB4A58">
            <w:pPr>
              <w:jc w:val="left"/>
            </w:pPr>
            <w:r w:rsidRPr="00DB4A58">
              <w:t>1189</w:t>
            </w:r>
          </w:p>
        </w:tc>
      </w:tr>
      <w:tr w:rsidR="00DB4A58" w:rsidRPr="00DB4A58" w14:paraId="34F27553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335A38E" w14:textId="77777777" w:rsidR="00DB4A58" w:rsidRPr="00DB4A58" w:rsidRDefault="00DB4A58" w:rsidP="00DB4A58">
            <w:pPr>
              <w:jc w:val="left"/>
            </w:pPr>
            <w:r w:rsidRPr="00DB4A58">
              <w:t>7</w:t>
            </w:r>
          </w:p>
        </w:tc>
        <w:tc>
          <w:tcPr>
            <w:tcW w:w="7584" w:type="dxa"/>
            <w:noWrap/>
            <w:hideMark/>
          </w:tcPr>
          <w:p w14:paraId="1BD078CC" w14:textId="77777777" w:rsidR="00DB4A58" w:rsidRPr="00DB4A58" w:rsidRDefault="00DB4A58">
            <w:pPr>
              <w:jc w:val="left"/>
            </w:pPr>
            <w:r w:rsidRPr="00DB4A58">
              <w:t>Chalk, white, dustless, 8mm x 80mm, 100 pieces per box</w:t>
            </w:r>
          </w:p>
        </w:tc>
        <w:tc>
          <w:tcPr>
            <w:tcW w:w="917" w:type="dxa"/>
            <w:noWrap/>
            <w:hideMark/>
          </w:tcPr>
          <w:p w14:paraId="27B6E767" w14:textId="77777777" w:rsidR="00DB4A58" w:rsidRPr="00DB4A58" w:rsidRDefault="00DB4A58" w:rsidP="00DB4A58">
            <w:pPr>
              <w:jc w:val="left"/>
            </w:pPr>
            <w:r w:rsidRPr="00DB4A58">
              <w:t>box</w:t>
            </w:r>
          </w:p>
        </w:tc>
        <w:tc>
          <w:tcPr>
            <w:tcW w:w="1131" w:type="dxa"/>
            <w:noWrap/>
            <w:hideMark/>
          </w:tcPr>
          <w:p w14:paraId="2ED82439" w14:textId="77777777" w:rsidR="00DB4A58" w:rsidRPr="00DB4A58" w:rsidRDefault="00DB4A58" w:rsidP="00DB4A58">
            <w:pPr>
              <w:jc w:val="left"/>
            </w:pPr>
            <w:r w:rsidRPr="00DB4A58">
              <w:t>1159</w:t>
            </w:r>
          </w:p>
        </w:tc>
      </w:tr>
      <w:tr w:rsidR="00DB4A58" w:rsidRPr="00DB4A58" w14:paraId="445721A3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48BCA17" w14:textId="77777777" w:rsidR="00DB4A58" w:rsidRPr="00DB4A58" w:rsidRDefault="00DB4A58" w:rsidP="00DB4A58">
            <w:pPr>
              <w:jc w:val="left"/>
            </w:pPr>
            <w:r w:rsidRPr="00DB4A58">
              <w:t>8</w:t>
            </w:r>
          </w:p>
        </w:tc>
        <w:tc>
          <w:tcPr>
            <w:tcW w:w="7584" w:type="dxa"/>
            <w:noWrap/>
            <w:hideMark/>
          </w:tcPr>
          <w:p w14:paraId="11D4C580" w14:textId="77777777" w:rsidR="00DB4A58" w:rsidRPr="00DB4A58" w:rsidRDefault="00DB4A58">
            <w:pPr>
              <w:jc w:val="left"/>
            </w:pPr>
            <w:r w:rsidRPr="00DB4A58">
              <w:t>Clock, round, battery operated, wall, analog, 30cm or bigger</w:t>
            </w:r>
          </w:p>
        </w:tc>
        <w:tc>
          <w:tcPr>
            <w:tcW w:w="917" w:type="dxa"/>
            <w:noWrap/>
            <w:hideMark/>
          </w:tcPr>
          <w:p w14:paraId="2AA97D9E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4344E021" w14:textId="77777777" w:rsidR="00DB4A58" w:rsidRPr="00DB4A58" w:rsidRDefault="00DB4A58" w:rsidP="00DB4A58">
            <w:pPr>
              <w:jc w:val="left"/>
            </w:pPr>
            <w:r w:rsidRPr="00DB4A58">
              <w:t>1045</w:t>
            </w:r>
          </w:p>
        </w:tc>
      </w:tr>
      <w:tr w:rsidR="00DB4A58" w:rsidRPr="00DB4A58" w14:paraId="4E03ACFE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DB24746" w14:textId="77777777" w:rsidR="00DB4A58" w:rsidRPr="00DB4A58" w:rsidRDefault="00DB4A58" w:rsidP="00DB4A58">
            <w:pPr>
              <w:jc w:val="left"/>
            </w:pPr>
            <w:r w:rsidRPr="00DB4A58">
              <w:t>9</w:t>
            </w:r>
          </w:p>
        </w:tc>
        <w:tc>
          <w:tcPr>
            <w:tcW w:w="7584" w:type="dxa"/>
            <w:noWrap/>
            <w:hideMark/>
          </w:tcPr>
          <w:p w14:paraId="1B653933" w14:textId="77777777" w:rsidR="00DB4A58" w:rsidRPr="00DB4A58" w:rsidRDefault="00DB4A58">
            <w:pPr>
              <w:jc w:val="left"/>
            </w:pPr>
            <w:r w:rsidRPr="00DB4A58">
              <w:t>Copy Paper, A3, white, 80gsm, 500 sheets per ream, 5 reams per carton</w:t>
            </w:r>
          </w:p>
        </w:tc>
        <w:tc>
          <w:tcPr>
            <w:tcW w:w="917" w:type="dxa"/>
            <w:noWrap/>
            <w:hideMark/>
          </w:tcPr>
          <w:p w14:paraId="15501B2B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ctn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D2EF898" w14:textId="77777777" w:rsidR="00DB4A58" w:rsidRPr="00DB4A58" w:rsidRDefault="00DB4A58" w:rsidP="00DB4A58">
            <w:pPr>
              <w:jc w:val="left"/>
            </w:pPr>
            <w:r w:rsidRPr="00DB4A58">
              <w:t>128</w:t>
            </w:r>
          </w:p>
        </w:tc>
      </w:tr>
      <w:tr w:rsidR="00DB4A58" w:rsidRPr="00DB4A58" w14:paraId="6197381A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7E107AF0" w14:textId="77777777" w:rsidR="00DB4A58" w:rsidRPr="00DB4A58" w:rsidRDefault="00DB4A58" w:rsidP="00DB4A58">
            <w:pPr>
              <w:jc w:val="left"/>
            </w:pPr>
            <w:r w:rsidRPr="00DB4A58">
              <w:t>10</w:t>
            </w:r>
          </w:p>
        </w:tc>
        <w:tc>
          <w:tcPr>
            <w:tcW w:w="7584" w:type="dxa"/>
            <w:noWrap/>
            <w:hideMark/>
          </w:tcPr>
          <w:p w14:paraId="59495441" w14:textId="77777777" w:rsidR="00DB4A58" w:rsidRPr="00DB4A58" w:rsidRDefault="00DB4A58">
            <w:pPr>
              <w:jc w:val="left"/>
            </w:pPr>
            <w:r w:rsidRPr="00DB4A58">
              <w:t xml:space="preserve">Copy Paper, A4, assorted </w:t>
            </w:r>
            <w:proofErr w:type="spellStart"/>
            <w:r w:rsidRPr="00DB4A58">
              <w:t>colours</w:t>
            </w:r>
            <w:proofErr w:type="spellEnd"/>
            <w:r w:rsidRPr="00DB4A58">
              <w:t>, 80gsm, 500 sheets per ream, 5 reams per carton</w:t>
            </w:r>
          </w:p>
        </w:tc>
        <w:tc>
          <w:tcPr>
            <w:tcW w:w="917" w:type="dxa"/>
            <w:noWrap/>
            <w:hideMark/>
          </w:tcPr>
          <w:p w14:paraId="6D32203F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ctn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70BFA89" w14:textId="77777777" w:rsidR="00DB4A58" w:rsidRPr="00DB4A58" w:rsidRDefault="00DB4A58" w:rsidP="00DB4A58">
            <w:pPr>
              <w:jc w:val="left"/>
            </w:pPr>
            <w:r w:rsidRPr="00DB4A58">
              <w:t>363</w:t>
            </w:r>
          </w:p>
        </w:tc>
      </w:tr>
      <w:tr w:rsidR="00DB4A58" w:rsidRPr="00DB4A58" w14:paraId="69F7A6F8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01503197" w14:textId="77777777" w:rsidR="00DB4A58" w:rsidRPr="00DB4A58" w:rsidRDefault="00DB4A58" w:rsidP="00DB4A58">
            <w:pPr>
              <w:jc w:val="left"/>
            </w:pPr>
            <w:r w:rsidRPr="00DB4A58">
              <w:t>11</w:t>
            </w:r>
          </w:p>
        </w:tc>
        <w:tc>
          <w:tcPr>
            <w:tcW w:w="7584" w:type="dxa"/>
            <w:noWrap/>
            <w:hideMark/>
          </w:tcPr>
          <w:p w14:paraId="7C8B0FCB" w14:textId="77777777" w:rsidR="00DB4A58" w:rsidRPr="00DB4A58" w:rsidRDefault="00DB4A58">
            <w:pPr>
              <w:jc w:val="left"/>
            </w:pPr>
            <w:r w:rsidRPr="00DB4A58">
              <w:t>Copy Paper, A4, white, 80gsm, 500 sheets per ream, 5 reams per carton</w:t>
            </w:r>
          </w:p>
        </w:tc>
        <w:tc>
          <w:tcPr>
            <w:tcW w:w="917" w:type="dxa"/>
            <w:noWrap/>
            <w:hideMark/>
          </w:tcPr>
          <w:p w14:paraId="7DE9E9D0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ctn</w:t>
            </w:r>
            <w:proofErr w:type="spellEnd"/>
            <w:r w:rsidRPr="00DB4A58">
              <w:t xml:space="preserve"> </w:t>
            </w:r>
          </w:p>
        </w:tc>
        <w:tc>
          <w:tcPr>
            <w:tcW w:w="1131" w:type="dxa"/>
            <w:noWrap/>
            <w:hideMark/>
          </w:tcPr>
          <w:p w14:paraId="11BBBABD" w14:textId="77777777" w:rsidR="00DB4A58" w:rsidRPr="00DB4A58" w:rsidRDefault="00DB4A58" w:rsidP="00DB4A58">
            <w:pPr>
              <w:jc w:val="left"/>
            </w:pPr>
            <w:r w:rsidRPr="00DB4A58">
              <w:t>1194</w:t>
            </w:r>
          </w:p>
        </w:tc>
      </w:tr>
      <w:tr w:rsidR="00DB4A58" w:rsidRPr="00DB4A58" w14:paraId="152F40F6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CCD6EC7" w14:textId="77777777" w:rsidR="00DB4A58" w:rsidRPr="00DB4A58" w:rsidRDefault="00DB4A58" w:rsidP="00DB4A58">
            <w:pPr>
              <w:jc w:val="left"/>
            </w:pPr>
            <w:r w:rsidRPr="00DB4A58">
              <w:t>12</w:t>
            </w:r>
          </w:p>
        </w:tc>
        <w:tc>
          <w:tcPr>
            <w:tcW w:w="7584" w:type="dxa"/>
            <w:noWrap/>
            <w:hideMark/>
          </w:tcPr>
          <w:p w14:paraId="501FBDB4" w14:textId="77777777" w:rsidR="00DB4A58" w:rsidRPr="00DB4A58" w:rsidRDefault="00DB4A58">
            <w:pPr>
              <w:jc w:val="left"/>
            </w:pPr>
            <w:r w:rsidRPr="00DB4A58">
              <w:t>Correction Pens (</w:t>
            </w:r>
            <w:proofErr w:type="spellStart"/>
            <w:r w:rsidRPr="00DB4A58">
              <w:t>Artline</w:t>
            </w:r>
            <w:proofErr w:type="spellEnd"/>
            <w:r w:rsidRPr="00DB4A58">
              <w:t>, BIC, Liquid Paper or equivalent)</w:t>
            </w:r>
          </w:p>
        </w:tc>
        <w:tc>
          <w:tcPr>
            <w:tcW w:w="917" w:type="dxa"/>
            <w:noWrap/>
            <w:hideMark/>
          </w:tcPr>
          <w:p w14:paraId="6CBD946E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FF42B55" w14:textId="77777777" w:rsidR="00DB4A58" w:rsidRPr="00DB4A58" w:rsidRDefault="00DB4A58" w:rsidP="00DB4A58">
            <w:pPr>
              <w:jc w:val="left"/>
            </w:pPr>
            <w:r w:rsidRPr="00DB4A58">
              <w:t>150</w:t>
            </w:r>
          </w:p>
        </w:tc>
      </w:tr>
      <w:tr w:rsidR="00DB4A58" w:rsidRPr="00DB4A58" w14:paraId="4C7F0464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0DBD21E" w14:textId="77777777" w:rsidR="00DB4A58" w:rsidRPr="00DB4A58" w:rsidRDefault="00DB4A58" w:rsidP="00DB4A58">
            <w:pPr>
              <w:jc w:val="left"/>
            </w:pPr>
            <w:r w:rsidRPr="00DB4A58">
              <w:t>13</w:t>
            </w:r>
          </w:p>
        </w:tc>
        <w:tc>
          <w:tcPr>
            <w:tcW w:w="7584" w:type="dxa"/>
            <w:noWrap/>
            <w:hideMark/>
          </w:tcPr>
          <w:p w14:paraId="1C189DF2" w14:textId="77777777" w:rsidR="00DB4A58" w:rsidRPr="00DB4A58" w:rsidRDefault="00DB4A58">
            <w:pPr>
              <w:jc w:val="left"/>
            </w:pPr>
            <w:r w:rsidRPr="00DB4A58">
              <w:t xml:space="preserve">Crayons, at least 24 per </w:t>
            </w:r>
            <w:proofErr w:type="spellStart"/>
            <w:r w:rsidRPr="00DB4A58">
              <w:t>pkt</w:t>
            </w:r>
            <w:proofErr w:type="spellEnd"/>
            <w:r w:rsidRPr="00DB4A58">
              <w:t xml:space="preserve">, assorted </w:t>
            </w:r>
            <w:proofErr w:type="spellStart"/>
            <w:r w:rsidRPr="00DB4A58">
              <w:t>colours</w:t>
            </w:r>
            <w:proofErr w:type="spellEnd"/>
          </w:p>
        </w:tc>
        <w:tc>
          <w:tcPr>
            <w:tcW w:w="917" w:type="dxa"/>
            <w:noWrap/>
            <w:hideMark/>
          </w:tcPr>
          <w:p w14:paraId="7770069B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pkt</w:t>
            </w:r>
            <w:proofErr w:type="spellEnd"/>
          </w:p>
        </w:tc>
        <w:tc>
          <w:tcPr>
            <w:tcW w:w="1131" w:type="dxa"/>
            <w:noWrap/>
            <w:hideMark/>
          </w:tcPr>
          <w:p w14:paraId="1FBA6345" w14:textId="77777777" w:rsidR="00DB4A58" w:rsidRPr="00DB4A58" w:rsidRDefault="00DB4A58" w:rsidP="00DB4A58">
            <w:pPr>
              <w:jc w:val="left"/>
            </w:pPr>
            <w:r w:rsidRPr="00DB4A58">
              <w:t>1059</w:t>
            </w:r>
          </w:p>
        </w:tc>
      </w:tr>
      <w:tr w:rsidR="00DB4A58" w:rsidRPr="00DB4A58" w14:paraId="0ABA6523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3FD83E41" w14:textId="77777777" w:rsidR="00DB4A58" w:rsidRPr="00DB4A58" w:rsidRDefault="00DB4A58" w:rsidP="00DB4A58">
            <w:pPr>
              <w:jc w:val="left"/>
            </w:pPr>
            <w:r w:rsidRPr="00DB4A58">
              <w:t>14</w:t>
            </w:r>
          </w:p>
        </w:tc>
        <w:tc>
          <w:tcPr>
            <w:tcW w:w="7584" w:type="dxa"/>
            <w:noWrap/>
            <w:hideMark/>
          </w:tcPr>
          <w:p w14:paraId="65D919DB" w14:textId="77777777" w:rsidR="00DB4A58" w:rsidRPr="00DB4A58" w:rsidRDefault="00DB4A58">
            <w:pPr>
              <w:jc w:val="left"/>
            </w:pPr>
            <w:r w:rsidRPr="00DB4A58">
              <w:t>Diary 2023, A4, 1 day per page, hard cover</w:t>
            </w:r>
          </w:p>
        </w:tc>
        <w:tc>
          <w:tcPr>
            <w:tcW w:w="917" w:type="dxa"/>
            <w:noWrap/>
            <w:hideMark/>
          </w:tcPr>
          <w:p w14:paraId="54C1C305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28637634" w14:textId="77777777" w:rsidR="00DB4A58" w:rsidRPr="00DB4A58" w:rsidRDefault="00DB4A58" w:rsidP="00DB4A58">
            <w:pPr>
              <w:jc w:val="left"/>
            </w:pPr>
            <w:r w:rsidRPr="00DB4A58">
              <w:t>150</w:t>
            </w:r>
          </w:p>
        </w:tc>
      </w:tr>
      <w:tr w:rsidR="00DB4A58" w:rsidRPr="00DB4A58" w14:paraId="645BF3F3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BC6A4B1" w14:textId="77777777" w:rsidR="00DB4A58" w:rsidRPr="00DB4A58" w:rsidRDefault="00DB4A58" w:rsidP="00DB4A58">
            <w:pPr>
              <w:jc w:val="left"/>
            </w:pPr>
            <w:r w:rsidRPr="00DB4A58">
              <w:t>15</w:t>
            </w:r>
          </w:p>
        </w:tc>
        <w:tc>
          <w:tcPr>
            <w:tcW w:w="7584" w:type="dxa"/>
            <w:noWrap/>
            <w:hideMark/>
          </w:tcPr>
          <w:p w14:paraId="7EA8DDE2" w14:textId="77777777" w:rsidR="00DB4A58" w:rsidRPr="00DB4A58" w:rsidRDefault="00DB4A58">
            <w:pPr>
              <w:jc w:val="left"/>
            </w:pPr>
            <w:r w:rsidRPr="00DB4A58">
              <w:t>Diary 2023, A5, 1 day per page, hard cover</w:t>
            </w:r>
          </w:p>
        </w:tc>
        <w:tc>
          <w:tcPr>
            <w:tcW w:w="917" w:type="dxa"/>
            <w:noWrap/>
            <w:hideMark/>
          </w:tcPr>
          <w:p w14:paraId="2F552129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6FE5F7AF" w14:textId="77777777" w:rsidR="00DB4A58" w:rsidRPr="00DB4A58" w:rsidRDefault="00DB4A58" w:rsidP="00DB4A58">
            <w:pPr>
              <w:jc w:val="left"/>
            </w:pPr>
            <w:r w:rsidRPr="00DB4A58">
              <w:t>380</w:t>
            </w:r>
          </w:p>
        </w:tc>
      </w:tr>
      <w:tr w:rsidR="00DB4A58" w:rsidRPr="00DB4A58" w14:paraId="181CD544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36AAA963" w14:textId="77777777" w:rsidR="00DB4A58" w:rsidRPr="00DB4A58" w:rsidRDefault="00DB4A58" w:rsidP="00DB4A58">
            <w:pPr>
              <w:jc w:val="left"/>
            </w:pPr>
            <w:r w:rsidRPr="00DB4A58">
              <w:t>16</w:t>
            </w:r>
          </w:p>
        </w:tc>
        <w:tc>
          <w:tcPr>
            <w:tcW w:w="7584" w:type="dxa"/>
            <w:noWrap/>
            <w:hideMark/>
          </w:tcPr>
          <w:p w14:paraId="4C311B52" w14:textId="77777777" w:rsidR="00DB4A58" w:rsidRPr="00DB4A58" w:rsidRDefault="00DB4A58">
            <w:pPr>
              <w:jc w:val="left"/>
            </w:pPr>
            <w:r w:rsidRPr="00DB4A58">
              <w:t>Eraser</w:t>
            </w:r>
          </w:p>
        </w:tc>
        <w:tc>
          <w:tcPr>
            <w:tcW w:w="917" w:type="dxa"/>
            <w:noWrap/>
            <w:hideMark/>
          </w:tcPr>
          <w:p w14:paraId="12F20942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6A59F51A" w14:textId="77777777" w:rsidR="00DB4A58" w:rsidRPr="00DB4A58" w:rsidRDefault="00DB4A58" w:rsidP="00DB4A58">
            <w:pPr>
              <w:jc w:val="left"/>
            </w:pPr>
            <w:r w:rsidRPr="00DB4A58">
              <w:t>6400</w:t>
            </w:r>
          </w:p>
        </w:tc>
      </w:tr>
      <w:tr w:rsidR="00DB4A58" w:rsidRPr="00DB4A58" w14:paraId="37A6C264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52E5DFB" w14:textId="77777777" w:rsidR="00DB4A58" w:rsidRPr="00DB4A58" w:rsidRDefault="00DB4A58" w:rsidP="00DB4A58">
            <w:pPr>
              <w:jc w:val="left"/>
            </w:pPr>
            <w:r w:rsidRPr="00DB4A58">
              <w:t>17</w:t>
            </w:r>
          </w:p>
        </w:tc>
        <w:tc>
          <w:tcPr>
            <w:tcW w:w="7584" w:type="dxa"/>
            <w:noWrap/>
            <w:hideMark/>
          </w:tcPr>
          <w:p w14:paraId="7ED83C93" w14:textId="77777777" w:rsidR="00DB4A58" w:rsidRPr="00DB4A58" w:rsidRDefault="00DB4A58">
            <w:pPr>
              <w:jc w:val="left"/>
            </w:pPr>
            <w:r w:rsidRPr="00DB4A58">
              <w:t>Exercise Book, 1B4 60 page 7-8mm faint lined</w:t>
            </w:r>
          </w:p>
        </w:tc>
        <w:tc>
          <w:tcPr>
            <w:tcW w:w="917" w:type="dxa"/>
            <w:noWrap/>
            <w:hideMark/>
          </w:tcPr>
          <w:p w14:paraId="4898BDCD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26B6389E" w14:textId="77777777" w:rsidR="00DB4A58" w:rsidRPr="00DB4A58" w:rsidRDefault="00DB4A58" w:rsidP="00DB4A58">
            <w:pPr>
              <w:jc w:val="left"/>
            </w:pPr>
            <w:r w:rsidRPr="00DB4A58">
              <w:t>247880</w:t>
            </w:r>
          </w:p>
        </w:tc>
      </w:tr>
      <w:tr w:rsidR="00DB4A58" w:rsidRPr="00DB4A58" w14:paraId="4574CD7F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37C4AA0" w14:textId="77777777" w:rsidR="00DB4A58" w:rsidRPr="00DB4A58" w:rsidRDefault="00DB4A58" w:rsidP="00DB4A58">
            <w:pPr>
              <w:jc w:val="left"/>
            </w:pPr>
            <w:r w:rsidRPr="00DB4A58">
              <w:t>18</w:t>
            </w:r>
          </w:p>
        </w:tc>
        <w:tc>
          <w:tcPr>
            <w:tcW w:w="7584" w:type="dxa"/>
            <w:noWrap/>
            <w:hideMark/>
          </w:tcPr>
          <w:p w14:paraId="22479CDD" w14:textId="77777777" w:rsidR="00DB4A58" w:rsidRPr="00DB4A58" w:rsidRDefault="00DB4A58">
            <w:pPr>
              <w:jc w:val="left"/>
            </w:pPr>
            <w:r w:rsidRPr="00DB4A58">
              <w:t>Graph Book, A4, 100 pages, 7-8mm faint lined</w:t>
            </w:r>
          </w:p>
        </w:tc>
        <w:tc>
          <w:tcPr>
            <w:tcW w:w="917" w:type="dxa"/>
            <w:noWrap/>
            <w:hideMark/>
          </w:tcPr>
          <w:p w14:paraId="3059A1BA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99E356F" w14:textId="77777777" w:rsidR="00DB4A58" w:rsidRPr="00DB4A58" w:rsidRDefault="00DB4A58" w:rsidP="00DB4A58">
            <w:pPr>
              <w:jc w:val="left"/>
            </w:pPr>
            <w:r w:rsidRPr="00DB4A58">
              <w:t>21500</w:t>
            </w:r>
          </w:p>
        </w:tc>
      </w:tr>
      <w:tr w:rsidR="00DB4A58" w:rsidRPr="00DB4A58" w14:paraId="4F9BBDDC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CFC69D0" w14:textId="77777777" w:rsidR="00DB4A58" w:rsidRPr="00DB4A58" w:rsidRDefault="00DB4A58" w:rsidP="00DB4A58">
            <w:pPr>
              <w:jc w:val="left"/>
            </w:pPr>
            <w:r w:rsidRPr="00DB4A58">
              <w:t>19</w:t>
            </w:r>
          </w:p>
        </w:tc>
        <w:tc>
          <w:tcPr>
            <w:tcW w:w="7584" w:type="dxa"/>
            <w:noWrap/>
            <w:hideMark/>
          </w:tcPr>
          <w:p w14:paraId="6A7420E2" w14:textId="77777777" w:rsidR="00DB4A58" w:rsidRPr="00DB4A58" w:rsidRDefault="00DB4A58">
            <w:pPr>
              <w:jc w:val="left"/>
            </w:pPr>
            <w:r w:rsidRPr="00DB4A58">
              <w:t>Exercise Book,A4, 200 pages, 7-8mm faint lined</w:t>
            </w:r>
          </w:p>
        </w:tc>
        <w:tc>
          <w:tcPr>
            <w:tcW w:w="917" w:type="dxa"/>
            <w:noWrap/>
            <w:hideMark/>
          </w:tcPr>
          <w:p w14:paraId="041E7385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1F425AA2" w14:textId="77777777" w:rsidR="00DB4A58" w:rsidRPr="00DB4A58" w:rsidRDefault="00DB4A58" w:rsidP="00DB4A58">
            <w:pPr>
              <w:jc w:val="left"/>
            </w:pPr>
            <w:r w:rsidRPr="00DB4A58">
              <w:t>13990</w:t>
            </w:r>
          </w:p>
        </w:tc>
      </w:tr>
      <w:tr w:rsidR="00DB4A58" w:rsidRPr="00DB4A58" w14:paraId="059956F5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4CF85ED" w14:textId="77777777" w:rsidR="00DB4A58" w:rsidRPr="00DB4A58" w:rsidRDefault="00DB4A58" w:rsidP="00DB4A58">
            <w:pPr>
              <w:jc w:val="left"/>
            </w:pPr>
            <w:r w:rsidRPr="00DB4A58">
              <w:t>20</w:t>
            </w:r>
          </w:p>
        </w:tc>
        <w:tc>
          <w:tcPr>
            <w:tcW w:w="7584" w:type="dxa"/>
            <w:noWrap/>
            <w:hideMark/>
          </w:tcPr>
          <w:p w14:paraId="4851A93E" w14:textId="77777777" w:rsidR="00DB4A58" w:rsidRPr="00DB4A58" w:rsidRDefault="00DB4A58">
            <w:pPr>
              <w:jc w:val="left"/>
            </w:pPr>
            <w:r w:rsidRPr="00DB4A58">
              <w:t xml:space="preserve">Glue, PVA, </w:t>
            </w:r>
            <w:proofErr w:type="spellStart"/>
            <w:r w:rsidRPr="00DB4A58">
              <w:t>non toxic</w:t>
            </w:r>
            <w:proofErr w:type="spellEnd"/>
            <w:r w:rsidRPr="00DB4A58">
              <w:t xml:space="preserve">, per </w:t>
            </w:r>
            <w:proofErr w:type="spellStart"/>
            <w:r w:rsidRPr="00DB4A58">
              <w:t>ltr</w:t>
            </w:r>
            <w:proofErr w:type="spellEnd"/>
          </w:p>
        </w:tc>
        <w:tc>
          <w:tcPr>
            <w:tcW w:w="917" w:type="dxa"/>
            <w:noWrap/>
            <w:hideMark/>
          </w:tcPr>
          <w:p w14:paraId="7FD688AF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ltr</w:t>
            </w:r>
            <w:proofErr w:type="spellEnd"/>
          </w:p>
        </w:tc>
        <w:tc>
          <w:tcPr>
            <w:tcW w:w="1131" w:type="dxa"/>
            <w:noWrap/>
            <w:hideMark/>
          </w:tcPr>
          <w:p w14:paraId="6446A79E" w14:textId="77777777" w:rsidR="00DB4A58" w:rsidRPr="00DB4A58" w:rsidRDefault="00DB4A58" w:rsidP="00DB4A58">
            <w:pPr>
              <w:jc w:val="left"/>
            </w:pPr>
            <w:r w:rsidRPr="00DB4A58">
              <w:t>770</w:t>
            </w:r>
          </w:p>
        </w:tc>
      </w:tr>
      <w:tr w:rsidR="00DB4A58" w:rsidRPr="00DB4A58" w14:paraId="434653A2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6A9A076" w14:textId="77777777" w:rsidR="00DB4A58" w:rsidRPr="00DB4A58" w:rsidRDefault="00DB4A58" w:rsidP="00DB4A58">
            <w:pPr>
              <w:jc w:val="left"/>
            </w:pPr>
            <w:r w:rsidRPr="00DB4A58">
              <w:t>21</w:t>
            </w:r>
          </w:p>
        </w:tc>
        <w:tc>
          <w:tcPr>
            <w:tcW w:w="7584" w:type="dxa"/>
            <w:noWrap/>
            <w:hideMark/>
          </w:tcPr>
          <w:p w14:paraId="147DB632" w14:textId="77777777" w:rsidR="00DB4A58" w:rsidRPr="00DB4A58" w:rsidRDefault="00DB4A58">
            <w:pPr>
              <w:jc w:val="left"/>
            </w:pPr>
            <w:r w:rsidRPr="00DB4A58">
              <w:t>Jigsaw Puzzles, at least 30cm x 20cm, 12-20 puzzle pieces per tablet</w:t>
            </w:r>
          </w:p>
        </w:tc>
        <w:tc>
          <w:tcPr>
            <w:tcW w:w="917" w:type="dxa"/>
            <w:noWrap/>
            <w:hideMark/>
          </w:tcPr>
          <w:p w14:paraId="35C36226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pkt</w:t>
            </w:r>
            <w:proofErr w:type="spellEnd"/>
          </w:p>
        </w:tc>
        <w:tc>
          <w:tcPr>
            <w:tcW w:w="1131" w:type="dxa"/>
            <w:noWrap/>
            <w:hideMark/>
          </w:tcPr>
          <w:p w14:paraId="2399184F" w14:textId="77777777" w:rsidR="00DB4A58" w:rsidRPr="00DB4A58" w:rsidRDefault="00DB4A58" w:rsidP="00DB4A58">
            <w:pPr>
              <w:jc w:val="left"/>
            </w:pPr>
            <w:r w:rsidRPr="00DB4A58">
              <w:t>6650</w:t>
            </w:r>
          </w:p>
        </w:tc>
      </w:tr>
      <w:tr w:rsidR="00DB4A58" w:rsidRPr="00DB4A58" w14:paraId="6735FDA5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7C034BE2" w14:textId="77777777" w:rsidR="00DB4A58" w:rsidRPr="00DB4A58" w:rsidRDefault="00DB4A58" w:rsidP="00DB4A58">
            <w:pPr>
              <w:jc w:val="left"/>
            </w:pPr>
            <w:r w:rsidRPr="00DB4A58">
              <w:t>22</w:t>
            </w:r>
          </w:p>
        </w:tc>
        <w:tc>
          <w:tcPr>
            <w:tcW w:w="7584" w:type="dxa"/>
            <w:noWrap/>
            <w:hideMark/>
          </w:tcPr>
          <w:p w14:paraId="25831BBB" w14:textId="77777777" w:rsidR="00DB4A58" w:rsidRPr="00DB4A58" w:rsidRDefault="00DB4A58">
            <w:pPr>
              <w:jc w:val="left"/>
            </w:pPr>
            <w:r w:rsidRPr="00DB4A58">
              <w:t xml:space="preserve">Manila Chart (Cover Paper), A1, 120gsm, assorted </w:t>
            </w:r>
            <w:proofErr w:type="spellStart"/>
            <w:r w:rsidRPr="00DB4A58">
              <w:t>colours</w:t>
            </w:r>
            <w:proofErr w:type="spellEnd"/>
            <w:r w:rsidRPr="00DB4A58">
              <w:t xml:space="preserve"> 125 pieces per carton</w:t>
            </w:r>
          </w:p>
        </w:tc>
        <w:tc>
          <w:tcPr>
            <w:tcW w:w="917" w:type="dxa"/>
            <w:noWrap/>
            <w:hideMark/>
          </w:tcPr>
          <w:p w14:paraId="31CBADE0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ctn</w:t>
            </w:r>
            <w:proofErr w:type="spellEnd"/>
          </w:p>
        </w:tc>
        <w:tc>
          <w:tcPr>
            <w:tcW w:w="1131" w:type="dxa"/>
            <w:noWrap/>
            <w:hideMark/>
          </w:tcPr>
          <w:p w14:paraId="6DDA3527" w14:textId="77777777" w:rsidR="00DB4A58" w:rsidRPr="00DB4A58" w:rsidRDefault="00DB4A58" w:rsidP="00DB4A58">
            <w:pPr>
              <w:jc w:val="left"/>
            </w:pPr>
            <w:r w:rsidRPr="00DB4A58">
              <w:t>700</w:t>
            </w:r>
          </w:p>
        </w:tc>
      </w:tr>
      <w:tr w:rsidR="00DB4A58" w:rsidRPr="00DB4A58" w14:paraId="657959F0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D50931D" w14:textId="77777777" w:rsidR="00DB4A58" w:rsidRPr="00DB4A58" w:rsidRDefault="00DB4A58" w:rsidP="00DB4A58">
            <w:pPr>
              <w:jc w:val="left"/>
            </w:pPr>
            <w:r w:rsidRPr="00DB4A58">
              <w:t>23</w:t>
            </w:r>
          </w:p>
        </w:tc>
        <w:tc>
          <w:tcPr>
            <w:tcW w:w="7584" w:type="dxa"/>
            <w:noWrap/>
            <w:hideMark/>
          </w:tcPr>
          <w:p w14:paraId="37286FCA" w14:textId="77777777" w:rsidR="00DB4A58" w:rsidRPr="00DB4A58" w:rsidRDefault="00DB4A58">
            <w:pPr>
              <w:jc w:val="left"/>
            </w:pPr>
            <w:r w:rsidRPr="00DB4A58">
              <w:t>Manila Folder, foolscap A4</w:t>
            </w:r>
          </w:p>
        </w:tc>
        <w:tc>
          <w:tcPr>
            <w:tcW w:w="917" w:type="dxa"/>
            <w:noWrap/>
            <w:hideMark/>
          </w:tcPr>
          <w:p w14:paraId="25557153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59E947EE" w14:textId="77777777" w:rsidR="00DB4A58" w:rsidRPr="00DB4A58" w:rsidRDefault="00DB4A58" w:rsidP="00DB4A58">
            <w:pPr>
              <w:jc w:val="left"/>
            </w:pPr>
            <w:r w:rsidRPr="00DB4A58">
              <w:t>3380</w:t>
            </w:r>
          </w:p>
        </w:tc>
      </w:tr>
      <w:tr w:rsidR="00DB4A58" w:rsidRPr="00DB4A58" w14:paraId="6F3C71E4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7B7C3C47" w14:textId="77777777" w:rsidR="00DB4A58" w:rsidRPr="00DB4A58" w:rsidRDefault="00DB4A58" w:rsidP="00DB4A58">
            <w:pPr>
              <w:jc w:val="left"/>
            </w:pPr>
            <w:r w:rsidRPr="00DB4A58">
              <w:lastRenderedPageBreak/>
              <w:t>24</w:t>
            </w:r>
          </w:p>
        </w:tc>
        <w:tc>
          <w:tcPr>
            <w:tcW w:w="7584" w:type="dxa"/>
            <w:noWrap/>
            <w:hideMark/>
          </w:tcPr>
          <w:p w14:paraId="682165CE" w14:textId="77777777" w:rsidR="00DB4A58" w:rsidRPr="00DB4A58" w:rsidRDefault="00DB4A58">
            <w:pPr>
              <w:jc w:val="left"/>
            </w:pPr>
            <w:proofErr w:type="spellStart"/>
            <w:r w:rsidRPr="00DB4A58">
              <w:t>Maths</w:t>
            </w:r>
            <w:proofErr w:type="spellEnd"/>
            <w:r w:rsidRPr="00DB4A58">
              <w:t xml:space="preserve"> Set (incl. 15cm ruler, compass, pencil, protractor &amp; triangles)</w:t>
            </w:r>
          </w:p>
        </w:tc>
        <w:tc>
          <w:tcPr>
            <w:tcW w:w="917" w:type="dxa"/>
            <w:noWrap/>
            <w:hideMark/>
          </w:tcPr>
          <w:p w14:paraId="644B6CF8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pkt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CA05DD4" w14:textId="77777777" w:rsidR="00DB4A58" w:rsidRPr="00DB4A58" w:rsidRDefault="00DB4A58" w:rsidP="00DB4A58">
            <w:pPr>
              <w:jc w:val="left"/>
            </w:pPr>
            <w:r w:rsidRPr="00DB4A58">
              <w:t>4550</w:t>
            </w:r>
          </w:p>
        </w:tc>
      </w:tr>
      <w:tr w:rsidR="00DB4A58" w:rsidRPr="00DB4A58" w14:paraId="3A345E1B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7CEA3CE6" w14:textId="77777777" w:rsidR="00DB4A58" w:rsidRPr="00DB4A58" w:rsidRDefault="00DB4A58" w:rsidP="00DB4A58">
            <w:pPr>
              <w:jc w:val="left"/>
            </w:pPr>
            <w:r w:rsidRPr="00DB4A58">
              <w:t>25</w:t>
            </w:r>
          </w:p>
        </w:tc>
        <w:tc>
          <w:tcPr>
            <w:tcW w:w="7584" w:type="dxa"/>
            <w:noWrap/>
            <w:hideMark/>
          </w:tcPr>
          <w:p w14:paraId="412F342C" w14:textId="77777777" w:rsidR="00DB4A58" w:rsidRPr="00DB4A58" w:rsidRDefault="00DB4A58">
            <w:pPr>
              <w:jc w:val="left"/>
            </w:pPr>
            <w:r w:rsidRPr="00DB4A58">
              <w:t xml:space="preserve">Minute Book, A4, 100 pages, 70gsm, hard cover, </w:t>
            </w:r>
            <w:proofErr w:type="spellStart"/>
            <w:r w:rsidRPr="00DB4A58">
              <w:t>binded</w:t>
            </w:r>
            <w:proofErr w:type="spellEnd"/>
          </w:p>
        </w:tc>
        <w:tc>
          <w:tcPr>
            <w:tcW w:w="917" w:type="dxa"/>
            <w:noWrap/>
            <w:hideMark/>
          </w:tcPr>
          <w:p w14:paraId="4AF1561F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2781D0CF" w14:textId="77777777" w:rsidR="00DB4A58" w:rsidRPr="00DB4A58" w:rsidRDefault="00DB4A58" w:rsidP="00DB4A58">
            <w:pPr>
              <w:jc w:val="left"/>
            </w:pPr>
            <w:r w:rsidRPr="00DB4A58">
              <w:t>150</w:t>
            </w:r>
          </w:p>
        </w:tc>
      </w:tr>
      <w:tr w:rsidR="00DB4A58" w:rsidRPr="00DB4A58" w14:paraId="59FCC826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060B0189" w14:textId="77777777" w:rsidR="00DB4A58" w:rsidRPr="00DB4A58" w:rsidRDefault="00DB4A58" w:rsidP="00DB4A58">
            <w:pPr>
              <w:jc w:val="left"/>
            </w:pPr>
            <w:r w:rsidRPr="00DB4A58">
              <w:t>26</w:t>
            </w:r>
          </w:p>
        </w:tc>
        <w:tc>
          <w:tcPr>
            <w:tcW w:w="7584" w:type="dxa"/>
            <w:noWrap/>
            <w:hideMark/>
          </w:tcPr>
          <w:p w14:paraId="6F46A26F" w14:textId="77777777" w:rsidR="00DB4A58" w:rsidRPr="00DB4A58" w:rsidRDefault="00DB4A58">
            <w:pPr>
              <w:jc w:val="left"/>
            </w:pPr>
            <w:r w:rsidRPr="00DB4A58">
              <w:t>Packing Tape, at least 40mtr x 50mm, 5.0 micron thickness</w:t>
            </w:r>
          </w:p>
        </w:tc>
        <w:tc>
          <w:tcPr>
            <w:tcW w:w="917" w:type="dxa"/>
            <w:noWrap/>
            <w:hideMark/>
          </w:tcPr>
          <w:p w14:paraId="03D268F9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A11DA9F" w14:textId="77777777" w:rsidR="00DB4A58" w:rsidRPr="00DB4A58" w:rsidRDefault="00DB4A58" w:rsidP="00DB4A58">
            <w:pPr>
              <w:jc w:val="left"/>
            </w:pPr>
            <w:r w:rsidRPr="00DB4A58">
              <w:t>4000</w:t>
            </w:r>
          </w:p>
        </w:tc>
      </w:tr>
      <w:tr w:rsidR="00DB4A58" w:rsidRPr="00DB4A58" w14:paraId="705040DB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1973118" w14:textId="77777777" w:rsidR="00DB4A58" w:rsidRPr="00DB4A58" w:rsidRDefault="00DB4A58" w:rsidP="00DB4A58">
            <w:pPr>
              <w:jc w:val="left"/>
            </w:pPr>
            <w:r w:rsidRPr="00DB4A58">
              <w:t>27</w:t>
            </w:r>
          </w:p>
        </w:tc>
        <w:tc>
          <w:tcPr>
            <w:tcW w:w="7584" w:type="dxa"/>
            <w:noWrap/>
            <w:hideMark/>
          </w:tcPr>
          <w:p w14:paraId="30435703" w14:textId="77777777" w:rsidR="00DB4A58" w:rsidRPr="00DB4A58" w:rsidRDefault="00DB4A58">
            <w:pPr>
              <w:jc w:val="left"/>
            </w:pPr>
            <w:r w:rsidRPr="00DB4A58">
              <w:t xml:space="preserve">Blackboard Paint,  1 </w:t>
            </w:r>
            <w:proofErr w:type="spellStart"/>
            <w:r w:rsidRPr="00DB4A58">
              <w:t>ltr</w:t>
            </w:r>
            <w:proofErr w:type="spellEnd"/>
            <w:r w:rsidRPr="00DB4A58">
              <w:t xml:space="preserve"> </w:t>
            </w:r>
          </w:p>
        </w:tc>
        <w:tc>
          <w:tcPr>
            <w:tcW w:w="917" w:type="dxa"/>
            <w:noWrap/>
            <w:hideMark/>
          </w:tcPr>
          <w:p w14:paraId="226DDA25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6B567EED" w14:textId="77777777" w:rsidR="00DB4A58" w:rsidRPr="00DB4A58" w:rsidRDefault="00DB4A58" w:rsidP="00DB4A58">
            <w:pPr>
              <w:jc w:val="left"/>
            </w:pPr>
            <w:r w:rsidRPr="00DB4A58">
              <w:t>475</w:t>
            </w:r>
          </w:p>
        </w:tc>
      </w:tr>
      <w:tr w:rsidR="00DB4A58" w:rsidRPr="00DB4A58" w14:paraId="432F83A6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1D50E04" w14:textId="77777777" w:rsidR="00DB4A58" w:rsidRPr="00DB4A58" w:rsidRDefault="00DB4A58" w:rsidP="00DB4A58">
            <w:pPr>
              <w:jc w:val="left"/>
            </w:pPr>
            <w:r w:rsidRPr="00DB4A58">
              <w:t>28</w:t>
            </w:r>
          </w:p>
        </w:tc>
        <w:tc>
          <w:tcPr>
            <w:tcW w:w="7584" w:type="dxa"/>
            <w:noWrap/>
            <w:hideMark/>
          </w:tcPr>
          <w:p w14:paraId="75877E0D" w14:textId="77777777" w:rsidR="00DB4A58" w:rsidRPr="00DB4A58" w:rsidRDefault="00DB4A58">
            <w:pPr>
              <w:jc w:val="left"/>
            </w:pPr>
            <w:r w:rsidRPr="00DB4A58">
              <w:t>Paint Brush, 100mm, flat, long bristle, used for painting the blackboards</w:t>
            </w:r>
          </w:p>
        </w:tc>
        <w:tc>
          <w:tcPr>
            <w:tcW w:w="917" w:type="dxa"/>
            <w:noWrap/>
            <w:hideMark/>
          </w:tcPr>
          <w:p w14:paraId="69FBA751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64EAC28" w14:textId="77777777" w:rsidR="00DB4A58" w:rsidRPr="00DB4A58" w:rsidRDefault="00DB4A58" w:rsidP="00DB4A58">
            <w:pPr>
              <w:jc w:val="left"/>
            </w:pPr>
            <w:r w:rsidRPr="00DB4A58">
              <w:t>260</w:t>
            </w:r>
          </w:p>
        </w:tc>
      </w:tr>
      <w:tr w:rsidR="00DB4A58" w:rsidRPr="00DB4A58" w14:paraId="4B056DA8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0DA60BB" w14:textId="77777777" w:rsidR="00DB4A58" w:rsidRPr="00DB4A58" w:rsidRDefault="00DB4A58" w:rsidP="00DB4A58">
            <w:pPr>
              <w:jc w:val="left"/>
            </w:pPr>
            <w:r w:rsidRPr="00DB4A58">
              <w:t>29</w:t>
            </w:r>
          </w:p>
        </w:tc>
        <w:tc>
          <w:tcPr>
            <w:tcW w:w="7584" w:type="dxa"/>
            <w:noWrap/>
            <w:hideMark/>
          </w:tcPr>
          <w:p w14:paraId="24BDAF37" w14:textId="77777777" w:rsidR="00DB4A58" w:rsidRPr="00DB4A58" w:rsidRDefault="00DB4A58">
            <w:pPr>
              <w:jc w:val="left"/>
            </w:pPr>
            <w:r w:rsidRPr="00DB4A58">
              <w:t xml:space="preserve">Pen, Ballpoint, medium, black (BIC, </w:t>
            </w:r>
            <w:proofErr w:type="spellStart"/>
            <w:r w:rsidRPr="00DB4A58">
              <w:t>Artline</w:t>
            </w:r>
            <w:proofErr w:type="spellEnd"/>
            <w:r w:rsidRPr="00DB4A58">
              <w:t xml:space="preserve">, </w:t>
            </w:r>
            <w:proofErr w:type="spellStart"/>
            <w:r w:rsidRPr="00DB4A58">
              <w:t>Staedlter</w:t>
            </w:r>
            <w:proofErr w:type="spellEnd"/>
            <w:r w:rsidRPr="00DB4A58">
              <w:t xml:space="preserve"> or equivalent)</w:t>
            </w:r>
          </w:p>
        </w:tc>
        <w:tc>
          <w:tcPr>
            <w:tcW w:w="917" w:type="dxa"/>
            <w:noWrap/>
            <w:hideMark/>
          </w:tcPr>
          <w:p w14:paraId="1BF79D2F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0555E381" w14:textId="77777777" w:rsidR="00DB4A58" w:rsidRPr="00DB4A58" w:rsidRDefault="00DB4A58" w:rsidP="00DB4A58">
            <w:pPr>
              <w:jc w:val="left"/>
            </w:pPr>
            <w:r w:rsidRPr="00DB4A58">
              <w:t>151550</w:t>
            </w:r>
          </w:p>
        </w:tc>
      </w:tr>
      <w:tr w:rsidR="00DB4A58" w:rsidRPr="00DB4A58" w14:paraId="40D30EA1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A4C9CCD" w14:textId="77777777" w:rsidR="00DB4A58" w:rsidRPr="00DB4A58" w:rsidRDefault="00DB4A58" w:rsidP="00DB4A58">
            <w:pPr>
              <w:jc w:val="left"/>
            </w:pPr>
            <w:r w:rsidRPr="00DB4A58">
              <w:t>30</w:t>
            </w:r>
          </w:p>
        </w:tc>
        <w:tc>
          <w:tcPr>
            <w:tcW w:w="7584" w:type="dxa"/>
            <w:noWrap/>
            <w:hideMark/>
          </w:tcPr>
          <w:p w14:paraId="582824FC" w14:textId="77777777" w:rsidR="00DB4A58" w:rsidRPr="00DB4A58" w:rsidRDefault="00DB4A58">
            <w:pPr>
              <w:jc w:val="left"/>
            </w:pPr>
            <w:r w:rsidRPr="00DB4A58">
              <w:t xml:space="preserve">Pen, Ballpoint, medium, blue (BIC, </w:t>
            </w:r>
            <w:proofErr w:type="spellStart"/>
            <w:r w:rsidRPr="00DB4A58">
              <w:t>Artline</w:t>
            </w:r>
            <w:proofErr w:type="spellEnd"/>
            <w:r w:rsidRPr="00DB4A58">
              <w:t xml:space="preserve">, </w:t>
            </w:r>
            <w:proofErr w:type="spellStart"/>
            <w:r w:rsidRPr="00DB4A58">
              <w:t>Staedlter</w:t>
            </w:r>
            <w:proofErr w:type="spellEnd"/>
            <w:r w:rsidRPr="00DB4A58">
              <w:t xml:space="preserve"> or equivalent)</w:t>
            </w:r>
          </w:p>
        </w:tc>
        <w:tc>
          <w:tcPr>
            <w:tcW w:w="917" w:type="dxa"/>
            <w:noWrap/>
            <w:hideMark/>
          </w:tcPr>
          <w:p w14:paraId="171FC073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826BAA5" w14:textId="77777777" w:rsidR="00DB4A58" w:rsidRPr="00DB4A58" w:rsidRDefault="00DB4A58" w:rsidP="00DB4A58">
            <w:pPr>
              <w:jc w:val="left"/>
            </w:pPr>
            <w:r w:rsidRPr="00DB4A58">
              <w:t>108590</w:t>
            </w:r>
          </w:p>
        </w:tc>
      </w:tr>
      <w:tr w:rsidR="00DB4A58" w:rsidRPr="00DB4A58" w14:paraId="03160D13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7BE50349" w14:textId="77777777" w:rsidR="00DB4A58" w:rsidRPr="00DB4A58" w:rsidRDefault="00DB4A58" w:rsidP="00DB4A58">
            <w:pPr>
              <w:jc w:val="left"/>
            </w:pPr>
            <w:r w:rsidRPr="00DB4A58">
              <w:t>31</w:t>
            </w:r>
          </w:p>
        </w:tc>
        <w:tc>
          <w:tcPr>
            <w:tcW w:w="7584" w:type="dxa"/>
            <w:noWrap/>
            <w:hideMark/>
          </w:tcPr>
          <w:p w14:paraId="1BBC0EB1" w14:textId="77777777" w:rsidR="00DB4A58" w:rsidRPr="00DB4A58" w:rsidRDefault="00DB4A58">
            <w:pPr>
              <w:jc w:val="left"/>
            </w:pPr>
            <w:r w:rsidRPr="00DB4A58">
              <w:t xml:space="preserve">Pen, Ballpoint, medium, retractable 4 in 1: blue, black, green &amp; red (BIC, </w:t>
            </w:r>
            <w:proofErr w:type="spellStart"/>
            <w:r w:rsidRPr="00DB4A58">
              <w:t>Artline</w:t>
            </w:r>
            <w:proofErr w:type="spellEnd"/>
            <w:r w:rsidRPr="00DB4A58">
              <w:t xml:space="preserve">, </w:t>
            </w:r>
            <w:proofErr w:type="spellStart"/>
            <w:r w:rsidRPr="00DB4A58">
              <w:t>Staedlter</w:t>
            </w:r>
            <w:proofErr w:type="spellEnd"/>
            <w:r w:rsidRPr="00DB4A58">
              <w:t xml:space="preserve"> or equivalent)</w:t>
            </w:r>
          </w:p>
        </w:tc>
        <w:tc>
          <w:tcPr>
            <w:tcW w:w="917" w:type="dxa"/>
            <w:noWrap/>
            <w:hideMark/>
          </w:tcPr>
          <w:p w14:paraId="188C69DB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5DC5A9F5" w14:textId="77777777" w:rsidR="00DB4A58" w:rsidRPr="00DB4A58" w:rsidRDefault="00DB4A58" w:rsidP="00DB4A58">
            <w:pPr>
              <w:jc w:val="left"/>
            </w:pPr>
            <w:r w:rsidRPr="00DB4A58">
              <w:t>20990</w:t>
            </w:r>
          </w:p>
        </w:tc>
      </w:tr>
      <w:tr w:rsidR="00DB4A58" w:rsidRPr="00DB4A58" w14:paraId="2C0C1E9E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0000490E" w14:textId="77777777" w:rsidR="00DB4A58" w:rsidRPr="00DB4A58" w:rsidRDefault="00DB4A58" w:rsidP="00DB4A58">
            <w:pPr>
              <w:jc w:val="left"/>
            </w:pPr>
            <w:r w:rsidRPr="00DB4A58">
              <w:t>32</w:t>
            </w:r>
          </w:p>
        </w:tc>
        <w:tc>
          <w:tcPr>
            <w:tcW w:w="7584" w:type="dxa"/>
            <w:noWrap/>
            <w:hideMark/>
          </w:tcPr>
          <w:p w14:paraId="25FF4594" w14:textId="77777777" w:rsidR="00DB4A58" w:rsidRPr="00DB4A58" w:rsidRDefault="00DB4A58">
            <w:pPr>
              <w:jc w:val="left"/>
            </w:pPr>
            <w:r w:rsidRPr="00DB4A58">
              <w:t xml:space="preserve">Pen, Ballpoint, medium, red (BIC, </w:t>
            </w:r>
            <w:proofErr w:type="spellStart"/>
            <w:r w:rsidRPr="00DB4A58">
              <w:t>Artline</w:t>
            </w:r>
            <w:proofErr w:type="spellEnd"/>
            <w:r w:rsidRPr="00DB4A58">
              <w:t xml:space="preserve">, </w:t>
            </w:r>
            <w:proofErr w:type="spellStart"/>
            <w:r w:rsidRPr="00DB4A58">
              <w:t>Staedlter</w:t>
            </w:r>
            <w:proofErr w:type="spellEnd"/>
            <w:r w:rsidRPr="00DB4A58">
              <w:t xml:space="preserve"> or equivalent)</w:t>
            </w:r>
          </w:p>
        </w:tc>
        <w:tc>
          <w:tcPr>
            <w:tcW w:w="917" w:type="dxa"/>
            <w:noWrap/>
            <w:hideMark/>
          </w:tcPr>
          <w:p w14:paraId="4D1CFEAC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6C62F98A" w14:textId="77777777" w:rsidR="00DB4A58" w:rsidRPr="00DB4A58" w:rsidRDefault="00DB4A58" w:rsidP="00DB4A58">
            <w:pPr>
              <w:jc w:val="left"/>
            </w:pPr>
            <w:r w:rsidRPr="00DB4A58">
              <w:t>13730</w:t>
            </w:r>
          </w:p>
        </w:tc>
      </w:tr>
      <w:tr w:rsidR="00DB4A58" w:rsidRPr="00DB4A58" w14:paraId="17D55C85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7FF540F" w14:textId="77777777" w:rsidR="00DB4A58" w:rsidRPr="00DB4A58" w:rsidRDefault="00DB4A58" w:rsidP="00DB4A58">
            <w:pPr>
              <w:jc w:val="left"/>
            </w:pPr>
            <w:r w:rsidRPr="00DB4A58">
              <w:t>33</w:t>
            </w:r>
          </w:p>
        </w:tc>
        <w:tc>
          <w:tcPr>
            <w:tcW w:w="7584" w:type="dxa"/>
            <w:noWrap/>
            <w:hideMark/>
          </w:tcPr>
          <w:p w14:paraId="4948BA49" w14:textId="77777777" w:rsidR="00DB4A58" w:rsidRPr="00DB4A58" w:rsidRDefault="00DB4A58">
            <w:pPr>
              <w:jc w:val="left"/>
            </w:pPr>
            <w:r w:rsidRPr="00DB4A58">
              <w:t xml:space="preserve">Pencil HB, black, </w:t>
            </w:r>
            <w:proofErr w:type="spellStart"/>
            <w:r w:rsidRPr="00DB4A58">
              <w:t>centred</w:t>
            </w:r>
            <w:proofErr w:type="spellEnd"/>
            <w:r w:rsidRPr="00DB4A58">
              <w:t xml:space="preserve"> lead (</w:t>
            </w:r>
            <w:proofErr w:type="spellStart"/>
            <w:r w:rsidRPr="00DB4A58">
              <w:t>Staedtler</w:t>
            </w:r>
            <w:proofErr w:type="spellEnd"/>
            <w:r w:rsidRPr="00DB4A58">
              <w:t xml:space="preserve"> or equivalent)</w:t>
            </w:r>
          </w:p>
        </w:tc>
        <w:tc>
          <w:tcPr>
            <w:tcW w:w="917" w:type="dxa"/>
            <w:noWrap/>
            <w:hideMark/>
          </w:tcPr>
          <w:p w14:paraId="061F5F82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C9FC1A9" w14:textId="77777777" w:rsidR="00DB4A58" w:rsidRPr="00DB4A58" w:rsidRDefault="00DB4A58" w:rsidP="00DB4A58">
            <w:pPr>
              <w:jc w:val="left"/>
            </w:pPr>
            <w:r w:rsidRPr="00DB4A58">
              <w:t>72690</w:t>
            </w:r>
          </w:p>
        </w:tc>
      </w:tr>
      <w:tr w:rsidR="00DB4A58" w:rsidRPr="00DB4A58" w14:paraId="25C32EE1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F4B11FC" w14:textId="77777777" w:rsidR="00DB4A58" w:rsidRPr="00DB4A58" w:rsidRDefault="00DB4A58" w:rsidP="00DB4A58">
            <w:pPr>
              <w:jc w:val="left"/>
            </w:pPr>
            <w:r w:rsidRPr="00DB4A58">
              <w:t>34</w:t>
            </w:r>
          </w:p>
        </w:tc>
        <w:tc>
          <w:tcPr>
            <w:tcW w:w="7584" w:type="dxa"/>
            <w:noWrap/>
            <w:hideMark/>
          </w:tcPr>
          <w:p w14:paraId="2DFDEF2D" w14:textId="77777777" w:rsidR="00DB4A58" w:rsidRPr="00DB4A58" w:rsidRDefault="00DB4A58">
            <w:pPr>
              <w:jc w:val="left"/>
            </w:pPr>
            <w:r w:rsidRPr="00DB4A58">
              <w:t xml:space="preserve">Pencils </w:t>
            </w:r>
            <w:proofErr w:type="spellStart"/>
            <w:r w:rsidRPr="00DB4A58">
              <w:t>colour</w:t>
            </w:r>
            <w:proofErr w:type="spellEnd"/>
            <w:r w:rsidRPr="00DB4A58">
              <w:t xml:space="preserve">, at least 24 per </w:t>
            </w:r>
            <w:proofErr w:type="spellStart"/>
            <w:r w:rsidRPr="00DB4A58">
              <w:t>pkt</w:t>
            </w:r>
            <w:proofErr w:type="spellEnd"/>
            <w:r w:rsidRPr="00DB4A58">
              <w:t xml:space="preserve">, assorted </w:t>
            </w:r>
            <w:proofErr w:type="spellStart"/>
            <w:r w:rsidRPr="00DB4A58">
              <w:t>colours</w:t>
            </w:r>
            <w:proofErr w:type="spellEnd"/>
          </w:p>
        </w:tc>
        <w:tc>
          <w:tcPr>
            <w:tcW w:w="917" w:type="dxa"/>
            <w:noWrap/>
            <w:hideMark/>
          </w:tcPr>
          <w:p w14:paraId="01CD6A4B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pkt</w:t>
            </w:r>
            <w:proofErr w:type="spellEnd"/>
          </w:p>
        </w:tc>
        <w:tc>
          <w:tcPr>
            <w:tcW w:w="1131" w:type="dxa"/>
            <w:noWrap/>
            <w:hideMark/>
          </w:tcPr>
          <w:p w14:paraId="407363A9" w14:textId="77777777" w:rsidR="00DB4A58" w:rsidRPr="00DB4A58" w:rsidRDefault="00DB4A58" w:rsidP="00DB4A58">
            <w:pPr>
              <w:jc w:val="left"/>
            </w:pPr>
            <w:r w:rsidRPr="00DB4A58">
              <w:t>6579</w:t>
            </w:r>
          </w:p>
        </w:tc>
      </w:tr>
      <w:tr w:rsidR="00DB4A58" w:rsidRPr="00DB4A58" w14:paraId="1A06D36C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4BEA281B" w14:textId="77777777" w:rsidR="00DB4A58" w:rsidRPr="00DB4A58" w:rsidRDefault="00DB4A58" w:rsidP="00DB4A58">
            <w:pPr>
              <w:jc w:val="left"/>
            </w:pPr>
            <w:r w:rsidRPr="00DB4A58">
              <w:t>35</w:t>
            </w:r>
          </w:p>
        </w:tc>
        <w:tc>
          <w:tcPr>
            <w:tcW w:w="7584" w:type="dxa"/>
            <w:noWrap/>
            <w:hideMark/>
          </w:tcPr>
          <w:p w14:paraId="711180C0" w14:textId="77777777" w:rsidR="00DB4A58" w:rsidRPr="00DB4A58" w:rsidRDefault="00DB4A58">
            <w:pPr>
              <w:jc w:val="left"/>
            </w:pPr>
            <w:r w:rsidRPr="00DB4A58">
              <w:t>Permanent Marker, black, chisel nib, 1-5 mm nib width (</w:t>
            </w:r>
            <w:proofErr w:type="spellStart"/>
            <w:r w:rsidRPr="00DB4A58">
              <w:t>Artline</w:t>
            </w:r>
            <w:proofErr w:type="spellEnd"/>
            <w:r w:rsidRPr="00DB4A58">
              <w:t>, Sharpie or equivalent)</w:t>
            </w:r>
          </w:p>
        </w:tc>
        <w:tc>
          <w:tcPr>
            <w:tcW w:w="917" w:type="dxa"/>
            <w:noWrap/>
            <w:hideMark/>
          </w:tcPr>
          <w:p w14:paraId="47854A00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5F74AC67" w14:textId="77777777" w:rsidR="00DB4A58" w:rsidRPr="00DB4A58" w:rsidRDefault="00DB4A58" w:rsidP="00DB4A58">
            <w:pPr>
              <w:jc w:val="left"/>
            </w:pPr>
            <w:r w:rsidRPr="00DB4A58">
              <w:t>19290</w:t>
            </w:r>
          </w:p>
        </w:tc>
      </w:tr>
      <w:tr w:rsidR="00DB4A58" w:rsidRPr="00DB4A58" w14:paraId="36D8706D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2E98E35" w14:textId="77777777" w:rsidR="00DB4A58" w:rsidRPr="00DB4A58" w:rsidRDefault="00DB4A58" w:rsidP="00DB4A58">
            <w:pPr>
              <w:jc w:val="left"/>
            </w:pPr>
            <w:r w:rsidRPr="00DB4A58">
              <w:t>36</w:t>
            </w:r>
          </w:p>
        </w:tc>
        <w:tc>
          <w:tcPr>
            <w:tcW w:w="7584" w:type="dxa"/>
            <w:noWrap/>
            <w:hideMark/>
          </w:tcPr>
          <w:p w14:paraId="25015508" w14:textId="77777777" w:rsidR="00DB4A58" w:rsidRPr="00DB4A58" w:rsidRDefault="00DB4A58">
            <w:pPr>
              <w:jc w:val="left"/>
            </w:pPr>
            <w:r w:rsidRPr="00DB4A58">
              <w:t>Permanent Marker, blue, chisel nib, 1-5 mm nib width (</w:t>
            </w:r>
            <w:proofErr w:type="spellStart"/>
            <w:r w:rsidRPr="00DB4A58">
              <w:t>Artline</w:t>
            </w:r>
            <w:proofErr w:type="spellEnd"/>
            <w:r w:rsidRPr="00DB4A58">
              <w:t>, Sharpie or equivalent)</w:t>
            </w:r>
          </w:p>
        </w:tc>
        <w:tc>
          <w:tcPr>
            <w:tcW w:w="917" w:type="dxa"/>
            <w:noWrap/>
            <w:hideMark/>
          </w:tcPr>
          <w:p w14:paraId="3F27DC36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737E851" w14:textId="77777777" w:rsidR="00DB4A58" w:rsidRPr="00DB4A58" w:rsidRDefault="00DB4A58" w:rsidP="00DB4A58">
            <w:pPr>
              <w:jc w:val="left"/>
            </w:pPr>
            <w:r w:rsidRPr="00DB4A58">
              <w:t>18690</w:t>
            </w:r>
          </w:p>
        </w:tc>
      </w:tr>
      <w:tr w:rsidR="00DB4A58" w:rsidRPr="00DB4A58" w14:paraId="3B616670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85DC8F6" w14:textId="77777777" w:rsidR="00DB4A58" w:rsidRPr="00DB4A58" w:rsidRDefault="00DB4A58" w:rsidP="00DB4A58">
            <w:pPr>
              <w:jc w:val="left"/>
            </w:pPr>
            <w:r w:rsidRPr="00DB4A58">
              <w:t>37</w:t>
            </w:r>
          </w:p>
        </w:tc>
        <w:tc>
          <w:tcPr>
            <w:tcW w:w="7584" w:type="dxa"/>
            <w:noWrap/>
            <w:hideMark/>
          </w:tcPr>
          <w:p w14:paraId="30F34429" w14:textId="77777777" w:rsidR="00DB4A58" w:rsidRPr="00DB4A58" w:rsidRDefault="00DB4A58">
            <w:pPr>
              <w:jc w:val="left"/>
            </w:pPr>
            <w:r w:rsidRPr="00DB4A58">
              <w:t>Permanent Marker, green, chisel nib, 1-5 mm nib width (</w:t>
            </w:r>
            <w:proofErr w:type="spellStart"/>
            <w:r w:rsidRPr="00DB4A58">
              <w:t>Artline</w:t>
            </w:r>
            <w:proofErr w:type="spellEnd"/>
            <w:r w:rsidRPr="00DB4A58">
              <w:t>, Sharpie or equivalent)</w:t>
            </w:r>
          </w:p>
        </w:tc>
        <w:tc>
          <w:tcPr>
            <w:tcW w:w="917" w:type="dxa"/>
            <w:noWrap/>
            <w:hideMark/>
          </w:tcPr>
          <w:p w14:paraId="7F8A949C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02741BF6" w14:textId="77777777" w:rsidR="00DB4A58" w:rsidRPr="00DB4A58" w:rsidRDefault="00DB4A58" w:rsidP="00DB4A58">
            <w:pPr>
              <w:jc w:val="left"/>
            </w:pPr>
            <w:r w:rsidRPr="00DB4A58">
              <w:t>23370</w:t>
            </w:r>
          </w:p>
        </w:tc>
      </w:tr>
      <w:tr w:rsidR="00DB4A58" w:rsidRPr="00DB4A58" w14:paraId="2D625DDD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2A3A7C4" w14:textId="77777777" w:rsidR="00DB4A58" w:rsidRPr="00DB4A58" w:rsidRDefault="00DB4A58" w:rsidP="00DB4A58">
            <w:pPr>
              <w:jc w:val="left"/>
            </w:pPr>
            <w:r w:rsidRPr="00DB4A58">
              <w:t>38</w:t>
            </w:r>
          </w:p>
        </w:tc>
        <w:tc>
          <w:tcPr>
            <w:tcW w:w="7584" w:type="dxa"/>
            <w:noWrap/>
            <w:hideMark/>
          </w:tcPr>
          <w:p w14:paraId="7B67C2D8" w14:textId="77777777" w:rsidR="00DB4A58" w:rsidRPr="00DB4A58" w:rsidRDefault="00DB4A58">
            <w:pPr>
              <w:jc w:val="left"/>
            </w:pPr>
            <w:r w:rsidRPr="00DB4A58">
              <w:t>Permanent Marker, red, chisel nib, 1-5 mm nib width (</w:t>
            </w:r>
            <w:proofErr w:type="spellStart"/>
            <w:r w:rsidRPr="00DB4A58">
              <w:t>Artline</w:t>
            </w:r>
            <w:proofErr w:type="spellEnd"/>
            <w:r w:rsidRPr="00DB4A58">
              <w:t>, Sharpie or equivalent)</w:t>
            </w:r>
          </w:p>
        </w:tc>
        <w:tc>
          <w:tcPr>
            <w:tcW w:w="917" w:type="dxa"/>
            <w:noWrap/>
            <w:hideMark/>
          </w:tcPr>
          <w:p w14:paraId="56AAE4F5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51E7B05" w14:textId="77777777" w:rsidR="00DB4A58" w:rsidRPr="00DB4A58" w:rsidRDefault="00DB4A58" w:rsidP="00DB4A58">
            <w:pPr>
              <w:jc w:val="left"/>
            </w:pPr>
            <w:r w:rsidRPr="00DB4A58">
              <w:t>19950</w:t>
            </w:r>
          </w:p>
        </w:tc>
      </w:tr>
      <w:tr w:rsidR="00DB4A58" w:rsidRPr="00DB4A58" w14:paraId="2F351DAB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31B7A241" w14:textId="77777777" w:rsidR="00DB4A58" w:rsidRPr="00DB4A58" w:rsidRDefault="00DB4A58" w:rsidP="00DB4A58">
            <w:pPr>
              <w:jc w:val="left"/>
            </w:pPr>
            <w:r w:rsidRPr="00DB4A58">
              <w:t>39</w:t>
            </w:r>
          </w:p>
        </w:tc>
        <w:tc>
          <w:tcPr>
            <w:tcW w:w="7584" w:type="dxa"/>
            <w:noWrap/>
            <w:hideMark/>
          </w:tcPr>
          <w:p w14:paraId="6CD86F94" w14:textId="77777777" w:rsidR="00DB4A58" w:rsidRPr="00DB4A58" w:rsidRDefault="00DB4A58">
            <w:pPr>
              <w:jc w:val="left"/>
            </w:pPr>
            <w:r w:rsidRPr="00DB4A58">
              <w:t>Whiteboard Marker, black, round nib, 1-5 mm nib width (</w:t>
            </w:r>
            <w:proofErr w:type="spellStart"/>
            <w:r w:rsidRPr="00DB4A58">
              <w:t>Artline</w:t>
            </w:r>
            <w:proofErr w:type="spellEnd"/>
            <w:r w:rsidRPr="00DB4A58">
              <w:t>, Sharpie or equivalent)</w:t>
            </w:r>
          </w:p>
        </w:tc>
        <w:tc>
          <w:tcPr>
            <w:tcW w:w="917" w:type="dxa"/>
            <w:noWrap/>
            <w:hideMark/>
          </w:tcPr>
          <w:p w14:paraId="463D640C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C33EDC3" w14:textId="77777777" w:rsidR="00DB4A58" w:rsidRPr="00DB4A58" w:rsidRDefault="00DB4A58" w:rsidP="00DB4A58">
            <w:pPr>
              <w:jc w:val="left"/>
            </w:pPr>
            <w:r w:rsidRPr="00DB4A58">
              <w:t>3100</w:t>
            </w:r>
          </w:p>
        </w:tc>
      </w:tr>
      <w:tr w:rsidR="00DB4A58" w:rsidRPr="00DB4A58" w14:paraId="193A4D97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3BFFC12" w14:textId="77777777" w:rsidR="00DB4A58" w:rsidRPr="00DB4A58" w:rsidRDefault="00DB4A58" w:rsidP="00DB4A58">
            <w:pPr>
              <w:jc w:val="left"/>
            </w:pPr>
            <w:r w:rsidRPr="00DB4A58">
              <w:t>40</w:t>
            </w:r>
          </w:p>
        </w:tc>
        <w:tc>
          <w:tcPr>
            <w:tcW w:w="7584" w:type="dxa"/>
            <w:noWrap/>
            <w:hideMark/>
          </w:tcPr>
          <w:p w14:paraId="1735F4F1" w14:textId="77777777" w:rsidR="00DB4A58" w:rsidRPr="00DB4A58" w:rsidRDefault="00DB4A58">
            <w:pPr>
              <w:jc w:val="left"/>
            </w:pPr>
            <w:r w:rsidRPr="00DB4A58">
              <w:t>Whiteboard Marker, blue, round nib, 1-5 mm nib width (</w:t>
            </w:r>
            <w:proofErr w:type="spellStart"/>
            <w:r w:rsidRPr="00DB4A58">
              <w:t>Artline</w:t>
            </w:r>
            <w:proofErr w:type="spellEnd"/>
            <w:r w:rsidRPr="00DB4A58">
              <w:t>, Sharpie or equivalent)</w:t>
            </w:r>
          </w:p>
        </w:tc>
        <w:tc>
          <w:tcPr>
            <w:tcW w:w="917" w:type="dxa"/>
            <w:noWrap/>
            <w:hideMark/>
          </w:tcPr>
          <w:p w14:paraId="0C027016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5492A7C0" w14:textId="77777777" w:rsidR="00DB4A58" w:rsidRPr="00DB4A58" w:rsidRDefault="00DB4A58" w:rsidP="00DB4A58">
            <w:pPr>
              <w:jc w:val="left"/>
            </w:pPr>
            <w:r w:rsidRPr="00DB4A58">
              <w:t>2700</w:t>
            </w:r>
          </w:p>
        </w:tc>
      </w:tr>
      <w:tr w:rsidR="00DB4A58" w:rsidRPr="00DB4A58" w14:paraId="4EFCDC06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CBF4F5A" w14:textId="77777777" w:rsidR="00DB4A58" w:rsidRPr="00DB4A58" w:rsidRDefault="00DB4A58" w:rsidP="00DB4A58">
            <w:pPr>
              <w:jc w:val="left"/>
            </w:pPr>
            <w:r w:rsidRPr="00DB4A58">
              <w:t>41</w:t>
            </w:r>
          </w:p>
        </w:tc>
        <w:tc>
          <w:tcPr>
            <w:tcW w:w="7584" w:type="dxa"/>
            <w:noWrap/>
            <w:hideMark/>
          </w:tcPr>
          <w:p w14:paraId="02542410" w14:textId="77777777" w:rsidR="00DB4A58" w:rsidRPr="00DB4A58" w:rsidRDefault="00DB4A58">
            <w:pPr>
              <w:jc w:val="left"/>
            </w:pPr>
            <w:r w:rsidRPr="00DB4A58">
              <w:t>Whiteboard Marker, green, round nib, 1-5 mm nib width (</w:t>
            </w:r>
            <w:proofErr w:type="spellStart"/>
            <w:r w:rsidRPr="00DB4A58">
              <w:t>Artline</w:t>
            </w:r>
            <w:proofErr w:type="spellEnd"/>
            <w:r w:rsidRPr="00DB4A58">
              <w:t>, Sharpie or equivalent)</w:t>
            </w:r>
          </w:p>
        </w:tc>
        <w:tc>
          <w:tcPr>
            <w:tcW w:w="917" w:type="dxa"/>
            <w:noWrap/>
            <w:hideMark/>
          </w:tcPr>
          <w:p w14:paraId="70F830BB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C727B9B" w14:textId="77777777" w:rsidR="00DB4A58" w:rsidRPr="00DB4A58" w:rsidRDefault="00DB4A58" w:rsidP="00DB4A58">
            <w:pPr>
              <w:jc w:val="left"/>
            </w:pPr>
            <w:r w:rsidRPr="00DB4A58">
              <w:t>2956</w:t>
            </w:r>
          </w:p>
        </w:tc>
      </w:tr>
      <w:tr w:rsidR="00DB4A58" w:rsidRPr="00DB4A58" w14:paraId="51C0237E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591AF9D" w14:textId="77777777" w:rsidR="00DB4A58" w:rsidRPr="00DB4A58" w:rsidRDefault="00DB4A58" w:rsidP="00DB4A58">
            <w:pPr>
              <w:jc w:val="left"/>
            </w:pPr>
            <w:r w:rsidRPr="00DB4A58">
              <w:t>42</w:t>
            </w:r>
          </w:p>
        </w:tc>
        <w:tc>
          <w:tcPr>
            <w:tcW w:w="7584" w:type="dxa"/>
            <w:noWrap/>
            <w:hideMark/>
          </w:tcPr>
          <w:p w14:paraId="510B0748" w14:textId="77777777" w:rsidR="00DB4A58" w:rsidRPr="00DB4A58" w:rsidRDefault="00DB4A58">
            <w:pPr>
              <w:jc w:val="left"/>
            </w:pPr>
            <w:r w:rsidRPr="00DB4A58">
              <w:t>Whiteboard Marker, red, round nib, 1-5 mm nib width (</w:t>
            </w:r>
            <w:proofErr w:type="spellStart"/>
            <w:r w:rsidRPr="00DB4A58">
              <w:t>Artline</w:t>
            </w:r>
            <w:proofErr w:type="spellEnd"/>
            <w:r w:rsidRPr="00DB4A58">
              <w:t>, Sharpie or equivalent)</w:t>
            </w:r>
          </w:p>
        </w:tc>
        <w:tc>
          <w:tcPr>
            <w:tcW w:w="917" w:type="dxa"/>
            <w:noWrap/>
            <w:hideMark/>
          </w:tcPr>
          <w:p w14:paraId="2F23288E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2D7896E" w14:textId="77777777" w:rsidR="00DB4A58" w:rsidRPr="00DB4A58" w:rsidRDefault="00DB4A58" w:rsidP="00DB4A58">
            <w:pPr>
              <w:jc w:val="left"/>
            </w:pPr>
            <w:r w:rsidRPr="00DB4A58">
              <w:t>2760</w:t>
            </w:r>
          </w:p>
        </w:tc>
      </w:tr>
      <w:tr w:rsidR="00DB4A58" w:rsidRPr="00DB4A58" w14:paraId="3930794F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31E6D37" w14:textId="77777777" w:rsidR="00DB4A58" w:rsidRPr="00DB4A58" w:rsidRDefault="00DB4A58" w:rsidP="00DB4A58">
            <w:pPr>
              <w:jc w:val="left"/>
            </w:pPr>
            <w:r w:rsidRPr="00DB4A58">
              <w:t>43</w:t>
            </w:r>
          </w:p>
        </w:tc>
        <w:tc>
          <w:tcPr>
            <w:tcW w:w="7584" w:type="dxa"/>
            <w:noWrap/>
            <w:hideMark/>
          </w:tcPr>
          <w:p w14:paraId="5150CC05" w14:textId="77777777" w:rsidR="00DB4A58" w:rsidRPr="00DB4A58" w:rsidRDefault="00DB4A58">
            <w:pPr>
              <w:jc w:val="left"/>
            </w:pPr>
            <w:r w:rsidRPr="00DB4A58">
              <w:t>Whiteboard duster, wood or plastic back 10-12cm in length</w:t>
            </w:r>
          </w:p>
        </w:tc>
        <w:tc>
          <w:tcPr>
            <w:tcW w:w="917" w:type="dxa"/>
            <w:noWrap/>
            <w:hideMark/>
          </w:tcPr>
          <w:p w14:paraId="23AFAB05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25409212" w14:textId="77777777" w:rsidR="00DB4A58" w:rsidRPr="00DB4A58" w:rsidRDefault="00DB4A58" w:rsidP="00DB4A58">
            <w:pPr>
              <w:jc w:val="left"/>
            </w:pPr>
            <w:r w:rsidRPr="00DB4A58">
              <w:t>2020</w:t>
            </w:r>
          </w:p>
        </w:tc>
      </w:tr>
      <w:tr w:rsidR="00DB4A58" w:rsidRPr="00DB4A58" w14:paraId="19B7011C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3AA8B17" w14:textId="77777777" w:rsidR="00DB4A58" w:rsidRPr="00DB4A58" w:rsidRDefault="00DB4A58" w:rsidP="00DB4A58">
            <w:pPr>
              <w:jc w:val="left"/>
            </w:pPr>
            <w:r w:rsidRPr="00DB4A58">
              <w:t>44</w:t>
            </w:r>
          </w:p>
        </w:tc>
        <w:tc>
          <w:tcPr>
            <w:tcW w:w="7584" w:type="dxa"/>
            <w:noWrap/>
            <w:hideMark/>
          </w:tcPr>
          <w:p w14:paraId="10A6BE76" w14:textId="77777777" w:rsidR="00DB4A58" w:rsidRPr="00DB4A58" w:rsidRDefault="00DB4A58">
            <w:pPr>
              <w:jc w:val="left"/>
            </w:pPr>
            <w:r w:rsidRPr="00DB4A58">
              <w:t>Playing balls (plastic 15cm-20cm)</w:t>
            </w:r>
          </w:p>
        </w:tc>
        <w:tc>
          <w:tcPr>
            <w:tcW w:w="917" w:type="dxa"/>
            <w:noWrap/>
            <w:hideMark/>
          </w:tcPr>
          <w:p w14:paraId="67E564D2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6659AFB8" w14:textId="77777777" w:rsidR="00DB4A58" w:rsidRPr="00DB4A58" w:rsidRDefault="00DB4A58" w:rsidP="00DB4A58">
            <w:pPr>
              <w:jc w:val="left"/>
            </w:pPr>
            <w:r w:rsidRPr="00DB4A58">
              <w:t>934</w:t>
            </w:r>
          </w:p>
        </w:tc>
      </w:tr>
      <w:tr w:rsidR="00DB4A58" w:rsidRPr="00DB4A58" w14:paraId="27170530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CB24BCB" w14:textId="77777777" w:rsidR="00DB4A58" w:rsidRPr="00DB4A58" w:rsidRDefault="00DB4A58" w:rsidP="00DB4A58">
            <w:pPr>
              <w:jc w:val="left"/>
            </w:pPr>
            <w:r w:rsidRPr="00DB4A58">
              <w:t>45</w:t>
            </w:r>
          </w:p>
        </w:tc>
        <w:tc>
          <w:tcPr>
            <w:tcW w:w="7584" w:type="dxa"/>
            <w:noWrap/>
            <w:hideMark/>
          </w:tcPr>
          <w:p w14:paraId="7F125C32" w14:textId="77777777" w:rsidR="00DB4A58" w:rsidRPr="00DB4A58" w:rsidRDefault="00DB4A58">
            <w:pPr>
              <w:jc w:val="left"/>
            </w:pPr>
            <w:r w:rsidRPr="00DB4A58">
              <w:t>Post-it notes (or equivalent), 75 x 100mm, yellow, 100 notes</w:t>
            </w:r>
          </w:p>
        </w:tc>
        <w:tc>
          <w:tcPr>
            <w:tcW w:w="917" w:type="dxa"/>
            <w:noWrap/>
            <w:hideMark/>
          </w:tcPr>
          <w:p w14:paraId="7E67E5DE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2EA71A7" w14:textId="77777777" w:rsidR="00DB4A58" w:rsidRPr="00DB4A58" w:rsidRDefault="00DB4A58" w:rsidP="00DB4A58">
            <w:pPr>
              <w:jc w:val="left"/>
            </w:pPr>
            <w:r w:rsidRPr="00DB4A58">
              <w:t>265</w:t>
            </w:r>
          </w:p>
        </w:tc>
      </w:tr>
      <w:tr w:rsidR="00DB4A58" w:rsidRPr="00DB4A58" w14:paraId="3938BC29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392EBD1B" w14:textId="77777777" w:rsidR="00DB4A58" w:rsidRPr="00DB4A58" w:rsidRDefault="00DB4A58" w:rsidP="00DB4A58">
            <w:pPr>
              <w:jc w:val="left"/>
            </w:pPr>
            <w:r w:rsidRPr="00DB4A58">
              <w:t>46</w:t>
            </w:r>
          </w:p>
        </w:tc>
        <w:tc>
          <w:tcPr>
            <w:tcW w:w="7584" w:type="dxa"/>
            <w:noWrap/>
            <w:hideMark/>
          </w:tcPr>
          <w:p w14:paraId="51199743" w14:textId="77777777" w:rsidR="00DB4A58" w:rsidRPr="00DB4A58" w:rsidRDefault="00DB4A58">
            <w:pPr>
              <w:jc w:val="left"/>
            </w:pPr>
            <w:r w:rsidRPr="00DB4A58">
              <w:t>Pump, Hand, for balls, with needle, tough construction</w:t>
            </w:r>
          </w:p>
        </w:tc>
        <w:tc>
          <w:tcPr>
            <w:tcW w:w="917" w:type="dxa"/>
            <w:noWrap/>
            <w:hideMark/>
          </w:tcPr>
          <w:p w14:paraId="5DCCD91A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16B1ACA4" w14:textId="77777777" w:rsidR="00DB4A58" w:rsidRPr="00DB4A58" w:rsidRDefault="00DB4A58" w:rsidP="00DB4A58">
            <w:pPr>
              <w:jc w:val="left"/>
            </w:pPr>
            <w:r w:rsidRPr="00DB4A58">
              <w:t>210</w:t>
            </w:r>
          </w:p>
        </w:tc>
      </w:tr>
      <w:tr w:rsidR="00DB4A58" w:rsidRPr="00DB4A58" w14:paraId="22EAC593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0974DA8" w14:textId="77777777" w:rsidR="00DB4A58" w:rsidRPr="00DB4A58" w:rsidRDefault="00DB4A58" w:rsidP="00DB4A58">
            <w:pPr>
              <w:jc w:val="left"/>
            </w:pPr>
            <w:r w:rsidRPr="00DB4A58">
              <w:t>47</w:t>
            </w:r>
          </w:p>
        </w:tc>
        <w:tc>
          <w:tcPr>
            <w:tcW w:w="7584" w:type="dxa"/>
            <w:noWrap/>
            <w:hideMark/>
          </w:tcPr>
          <w:p w14:paraId="578AFAED" w14:textId="77777777" w:rsidR="00DB4A58" w:rsidRPr="00DB4A58" w:rsidRDefault="00DB4A58">
            <w:pPr>
              <w:jc w:val="left"/>
            </w:pPr>
            <w:r w:rsidRPr="00DB4A58">
              <w:t>Ruler, 1mtr, wood, metric</w:t>
            </w:r>
          </w:p>
        </w:tc>
        <w:tc>
          <w:tcPr>
            <w:tcW w:w="917" w:type="dxa"/>
            <w:noWrap/>
            <w:hideMark/>
          </w:tcPr>
          <w:p w14:paraId="09C92839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0518C92F" w14:textId="77777777" w:rsidR="00DB4A58" w:rsidRPr="00DB4A58" w:rsidRDefault="00DB4A58" w:rsidP="00DB4A58">
            <w:pPr>
              <w:jc w:val="left"/>
            </w:pPr>
            <w:r w:rsidRPr="00DB4A58">
              <w:t>217</w:t>
            </w:r>
          </w:p>
        </w:tc>
      </w:tr>
      <w:tr w:rsidR="00DB4A58" w:rsidRPr="00DB4A58" w14:paraId="71ED9903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3AA6668" w14:textId="77777777" w:rsidR="00DB4A58" w:rsidRPr="00DB4A58" w:rsidRDefault="00DB4A58" w:rsidP="00DB4A58">
            <w:pPr>
              <w:jc w:val="left"/>
            </w:pPr>
            <w:r w:rsidRPr="00DB4A58">
              <w:t>48</w:t>
            </w:r>
          </w:p>
        </w:tc>
        <w:tc>
          <w:tcPr>
            <w:tcW w:w="7584" w:type="dxa"/>
            <w:noWrap/>
            <w:hideMark/>
          </w:tcPr>
          <w:p w14:paraId="5B275AA1" w14:textId="77777777" w:rsidR="00DB4A58" w:rsidRPr="00DB4A58" w:rsidRDefault="00DB4A58">
            <w:pPr>
              <w:jc w:val="left"/>
            </w:pPr>
            <w:r w:rsidRPr="00DB4A58">
              <w:t>Ruler, 30cm, clear plastic, metric &amp; imperial</w:t>
            </w:r>
          </w:p>
        </w:tc>
        <w:tc>
          <w:tcPr>
            <w:tcW w:w="917" w:type="dxa"/>
            <w:noWrap/>
            <w:hideMark/>
          </w:tcPr>
          <w:p w14:paraId="0FCCAAD5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9C266C6" w14:textId="77777777" w:rsidR="00DB4A58" w:rsidRPr="00DB4A58" w:rsidRDefault="00DB4A58" w:rsidP="00DB4A58">
            <w:pPr>
              <w:jc w:val="left"/>
            </w:pPr>
            <w:r w:rsidRPr="00DB4A58">
              <w:t>1901</w:t>
            </w:r>
          </w:p>
        </w:tc>
      </w:tr>
      <w:tr w:rsidR="00DB4A58" w:rsidRPr="00DB4A58" w14:paraId="0FB47994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4313F530" w14:textId="77777777" w:rsidR="00DB4A58" w:rsidRPr="00DB4A58" w:rsidRDefault="00DB4A58" w:rsidP="00DB4A58">
            <w:pPr>
              <w:jc w:val="left"/>
            </w:pPr>
            <w:r w:rsidRPr="00DB4A58">
              <w:t>49</w:t>
            </w:r>
          </w:p>
        </w:tc>
        <w:tc>
          <w:tcPr>
            <w:tcW w:w="7584" w:type="dxa"/>
            <w:noWrap/>
            <w:hideMark/>
          </w:tcPr>
          <w:p w14:paraId="6FB1F7E5" w14:textId="77777777" w:rsidR="00DB4A58" w:rsidRPr="00DB4A58" w:rsidRDefault="00DB4A58">
            <w:pPr>
              <w:jc w:val="left"/>
            </w:pPr>
            <w:r w:rsidRPr="00DB4A58">
              <w:t>Scissors, Safety, 10-15cm, plastic handle</w:t>
            </w:r>
          </w:p>
        </w:tc>
        <w:tc>
          <w:tcPr>
            <w:tcW w:w="917" w:type="dxa"/>
            <w:noWrap/>
            <w:hideMark/>
          </w:tcPr>
          <w:p w14:paraId="197FF4A5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5CD91982" w14:textId="77777777" w:rsidR="00DB4A58" w:rsidRPr="00DB4A58" w:rsidRDefault="00DB4A58" w:rsidP="00DB4A58">
            <w:pPr>
              <w:jc w:val="left"/>
            </w:pPr>
            <w:r w:rsidRPr="00DB4A58">
              <w:t>3864</w:t>
            </w:r>
          </w:p>
        </w:tc>
      </w:tr>
      <w:tr w:rsidR="00DB4A58" w:rsidRPr="00DB4A58" w14:paraId="58879C52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9A8E514" w14:textId="77777777" w:rsidR="00DB4A58" w:rsidRPr="00DB4A58" w:rsidRDefault="00DB4A58" w:rsidP="00DB4A58">
            <w:pPr>
              <w:jc w:val="left"/>
            </w:pPr>
            <w:r w:rsidRPr="00DB4A58">
              <w:lastRenderedPageBreak/>
              <w:t>50</w:t>
            </w:r>
          </w:p>
        </w:tc>
        <w:tc>
          <w:tcPr>
            <w:tcW w:w="7584" w:type="dxa"/>
            <w:noWrap/>
            <w:hideMark/>
          </w:tcPr>
          <w:p w14:paraId="7F690096" w14:textId="77777777" w:rsidR="00DB4A58" w:rsidRPr="00DB4A58" w:rsidRDefault="00DB4A58">
            <w:pPr>
              <w:jc w:val="left"/>
            </w:pPr>
            <w:r w:rsidRPr="00DB4A58">
              <w:t>Scissors, Safety, 15-20cm, plastic handle</w:t>
            </w:r>
          </w:p>
        </w:tc>
        <w:tc>
          <w:tcPr>
            <w:tcW w:w="917" w:type="dxa"/>
            <w:noWrap/>
            <w:hideMark/>
          </w:tcPr>
          <w:p w14:paraId="7A486FE7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47F9E309" w14:textId="77777777" w:rsidR="00DB4A58" w:rsidRPr="00DB4A58" w:rsidRDefault="00DB4A58" w:rsidP="00DB4A58">
            <w:pPr>
              <w:jc w:val="left"/>
            </w:pPr>
            <w:r w:rsidRPr="00DB4A58">
              <w:t>482</w:t>
            </w:r>
          </w:p>
        </w:tc>
      </w:tr>
      <w:tr w:rsidR="00DB4A58" w:rsidRPr="00DB4A58" w14:paraId="2568EA25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584DDA3" w14:textId="77777777" w:rsidR="00DB4A58" w:rsidRPr="00DB4A58" w:rsidRDefault="00DB4A58" w:rsidP="00DB4A58">
            <w:pPr>
              <w:jc w:val="left"/>
            </w:pPr>
            <w:r w:rsidRPr="00DB4A58">
              <w:t>51</w:t>
            </w:r>
          </w:p>
        </w:tc>
        <w:tc>
          <w:tcPr>
            <w:tcW w:w="7584" w:type="dxa"/>
            <w:noWrap/>
            <w:hideMark/>
          </w:tcPr>
          <w:p w14:paraId="3537ACFA" w14:textId="77777777" w:rsidR="00DB4A58" w:rsidRPr="00DB4A58" w:rsidRDefault="00DB4A58">
            <w:pPr>
              <w:jc w:val="left"/>
            </w:pPr>
            <w:r w:rsidRPr="00DB4A58">
              <w:t>Soccer Ball, size 3, &lt;10yrs</w:t>
            </w:r>
          </w:p>
        </w:tc>
        <w:tc>
          <w:tcPr>
            <w:tcW w:w="917" w:type="dxa"/>
            <w:noWrap/>
            <w:hideMark/>
          </w:tcPr>
          <w:p w14:paraId="33F3C8D7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2A6CA7AA" w14:textId="77777777" w:rsidR="00DB4A58" w:rsidRPr="00DB4A58" w:rsidRDefault="00DB4A58" w:rsidP="00DB4A58">
            <w:pPr>
              <w:jc w:val="left"/>
            </w:pPr>
            <w:r w:rsidRPr="00DB4A58">
              <w:t>396</w:t>
            </w:r>
          </w:p>
        </w:tc>
      </w:tr>
      <w:tr w:rsidR="00DB4A58" w:rsidRPr="00DB4A58" w14:paraId="4A78AB31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44EB488F" w14:textId="77777777" w:rsidR="00DB4A58" w:rsidRPr="00DB4A58" w:rsidRDefault="00DB4A58" w:rsidP="00DB4A58">
            <w:pPr>
              <w:jc w:val="left"/>
            </w:pPr>
            <w:r w:rsidRPr="00DB4A58">
              <w:t>52</w:t>
            </w:r>
          </w:p>
        </w:tc>
        <w:tc>
          <w:tcPr>
            <w:tcW w:w="7584" w:type="dxa"/>
            <w:noWrap/>
            <w:hideMark/>
          </w:tcPr>
          <w:p w14:paraId="114B7BDB" w14:textId="77777777" w:rsidR="00DB4A58" w:rsidRPr="00DB4A58" w:rsidRDefault="00DB4A58">
            <w:pPr>
              <w:jc w:val="left"/>
            </w:pPr>
            <w:r w:rsidRPr="00DB4A58">
              <w:t>Staples 26/6 for Desk Stapler, 5,000 per packet (Excel or equivalent)</w:t>
            </w:r>
          </w:p>
        </w:tc>
        <w:tc>
          <w:tcPr>
            <w:tcW w:w="917" w:type="dxa"/>
            <w:noWrap/>
            <w:hideMark/>
          </w:tcPr>
          <w:p w14:paraId="17DB353C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pkt</w:t>
            </w:r>
            <w:proofErr w:type="spellEnd"/>
          </w:p>
        </w:tc>
        <w:tc>
          <w:tcPr>
            <w:tcW w:w="1131" w:type="dxa"/>
            <w:noWrap/>
            <w:hideMark/>
          </w:tcPr>
          <w:p w14:paraId="4F960CDF" w14:textId="77777777" w:rsidR="00DB4A58" w:rsidRPr="00DB4A58" w:rsidRDefault="00DB4A58" w:rsidP="00DB4A58">
            <w:pPr>
              <w:jc w:val="left"/>
            </w:pPr>
            <w:r w:rsidRPr="00DB4A58">
              <w:t>775</w:t>
            </w:r>
          </w:p>
        </w:tc>
      </w:tr>
      <w:tr w:rsidR="00DB4A58" w:rsidRPr="00DB4A58" w14:paraId="1A7507EB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24C4B06" w14:textId="77777777" w:rsidR="00DB4A58" w:rsidRPr="00DB4A58" w:rsidRDefault="00DB4A58" w:rsidP="00DB4A58">
            <w:pPr>
              <w:jc w:val="left"/>
            </w:pPr>
            <w:r w:rsidRPr="00DB4A58">
              <w:t>53</w:t>
            </w:r>
          </w:p>
        </w:tc>
        <w:tc>
          <w:tcPr>
            <w:tcW w:w="7584" w:type="dxa"/>
            <w:noWrap/>
            <w:hideMark/>
          </w:tcPr>
          <w:p w14:paraId="13E6DEF4" w14:textId="77777777" w:rsidR="00DB4A58" w:rsidRPr="00DB4A58" w:rsidRDefault="00DB4A58">
            <w:pPr>
              <w:jc w:val="left"/>
            </w:pPr>
            <w:r w:rsidRPr="00DB4A58">
              <w:t>Stop watch Casio, with strap/string</w:t>
            </w:r>
          </w:p>
        </w:tc>
        <w:tc>
          <w:tcPr>
            <w:tcW w:w="917" w:type="dxa"/>
            <w:noWrap/>
            <w:hideMark/>
          </w:tcPr>
          <w:p w14:paraId="1B03EBD8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007B6F9A" w14:textId="77777777" w:rsidR="00DB4A58" w:rsidRPr="00DB4A58" w:rsidRDefault="00DB4A58" w:rsidP="00DB4A58">
            <w:pPr>
              <w:jc w:val="left"/>
            </w:pPr>
            <w:r w:rsidRPr="00DB4A58">
              <w:t>46</w:t>
            </w:r>
          </w:p>
        </w:tc>
      </w:tr>
      <w:tr w:rsidR="00DB4A58" w:rsidRPr="00DB4A58" w14:paraId="1C309408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6BD72DB" w14:textId="77777777" w:rsidR="00DB4A58" w:rsidRPr="00DB4A58" w:rsidRDefault="00DB4A58" w:rsidP="00DB4A58">
            <w:pPr>
              <w:jc w:val="left"/>
            </w:pPr>
            <w:r w:rsidRPr="00DB4A58">
              <w:t>54</w:t>
            </w:r>
          </w:p>
        </w:tc>
        <w:tc>
          <w:tcPr>
            <w:tcW w:w="7584" w:type="dxa"/>
            <w:noWrap/>
            <w:hideMark/>
          </w:tcPr>
          <w:p w14:paraId="7CEBE82D" w14:textId="77777777" w:rsidR="00DB4A58" w:rsidRPr="00DB4A58" w:rsidRDefault="00DB4A58">
            <w:pPr>
              <w:jc w:val="left"/>
            </w:pPr>
            <w:r w:rsidRPr="00DB4A58">
              <w:t>Table Tennis Ball</w:t>
            </w:r>
          </w:p>
        </w:tc>
        <w:tc>
          <w:tcPr>
            <w:tcW w:w="917" w:type="dxa"/>
            <w:noWrap/>
            <w:hideMark/>
          </w:tcPr>
          <w:p w14:paraId="0136F9C7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519070F" w14:textId="77777777" w:rsidR="00DB4A58" w:rsidRPr="00DB4A58" w:rsidRDefault="00DB4A58" w:rsidP="00DB4A58">
            <w:pPr>
              <w:jc w:val="left"/>
            </w:pPr>
            <w:r w:rsidRPr="00DB4A58">
              <w:t>167</w:t>
            </w:r>
          </w:p>
        </w:tc>
      </w:tr>
      <w:tr w:rsidR="00DB4A58" w:rsidRPr="00DB4A58" w14:paraId="3E1D21C3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0EABC420" w14:textId="77777777" w:rsidR="00DB4A58" w:rsidRPr="00DB4A58" w:rsidRDefault="00DB4A58" w:rsidP="00DB4A58">
            <w:pPr>
              <w:jc w:val="left"/>
            </w:pPr>
            <w:r w:rsidRPr="00DB4A58">
              <w:t>55</w:t>
            </w:r>
          </w:p>
        </w:tc>
        <w:tc>
          <w:tcPr>
            <w:tcW w:w="7584" w:type="dxa"/>
            <w:noWrap/>
            <w:hideMark/>
          </w:tcPr>
          <w:p w14:paraId="6E8FA6D9" w14:textId="77777777" w:rsidR="00DB4A58" w:rsidRPr="00DB4A58" w:rsidRDefault="00DB4A58">
            <w:pPr>
              <w:jc w:val="left"/>
            </w:pPr>
            <w:r w:rsidRPr="00DB4A58">
              <w:t>Volleyball, outdoor, 66-68cm, 260-280gms</w:t>
            </w:r>
          </w:p>
        </w:tc>
        <w:tc>
          <w:tcPr>
            <w:tcW w:w="917" w:type="dxa"/>
            <w:noWrap/>
            <w:hideMark/>
          </w:tcPr>
          <w:p w14:paraId="1800C344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04FBD46" w14:textId="77777777" w:rsidR="00DB4A58" w:rsidRPr="00DB4A58" w:rsidRDefault="00DB4A58" w:rsidP="00DB4A58">
            <w:pPr>
              <w:jc w:val="left"/>
            </w:pPr>
            <w:r w:rsidRPr="00DB4A58">
              <w:t>38</w:t>
            </w:r>
          </w:p>
        </w:tc>
      </w:tr>
      <w:tr w:rsidR="00DB4A58" w:rsidRPr="00DB4A58" w14:paraId="32AB3695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7EA50F13" w14:textId="77777777" w:rsidR="00DB4A58" w:rsidRPr="00DB4A58" w:rsidRDefault="00DB4A58" w:rsidP="00DB4A58">
            <w:pPr>
              <w:jc w:val="left"/>
            </w:pPr>
            <w:r w:rsidRPr="00DB4A58">
              <w:t>56</w:t>
            </w:r>
          </w:p>
        </w:tc>
        <w:tc>
          <w:tcPr>
            <w:tcW w:w="7584" w:type="dxa"/>
            <w:noWrap/>
            <w:hideMark/>
          </w:tcPr>
          <w:p w14:paraId="1D4058EB" w14:textId="77777777" w:rsidR="00DB4A58" w:rsidRPr="00DB4A58" w:rsidRDefault="00DB4A58">
            <w:pPr>
              <w:jc w:val="left"/>
            </w:pPr>
            <w:r w:rsidRPr="00DB4A58">
              <w:t>Volleyball net (durable), with top tape made of cotton or canvas</w:t>
            </w:r>
          </w:p>
        </w:tc>
        <w:tc>
          <w:tcPr>
            <w:tcW w:w="917" w:type="dxa"/>
            <w:noWrap/>
            <w:hideMark/>
          </w:tcPr>
          <w:p w14:paraId="48A00384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DB3B81E" w14:textId="77777777" w:rsidR="00DB4A58" w:rsidRPr="00DB4A58" w:rsidRDefault="00DB4A58" w:rsidP="00DB4A58">
            <w:pPr>
              <w:jc w:val="left"/>
            </w:pPr>
            <w:r w:rsidRPr="00DB4A58">
              <w:t>50</w:t>
            </w:r>
          </w:p>
        </w:tc>
      </w:tr>
      <w:tr w:rsidR="00DB4A58" w:rsidRPr="00DB4A58" w14:paraId="1887AC93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D59CA3E" w14:textId="77777777" w:rsidR="00DB4A58" w:rsidRPr="00DB4A58" w:rsidRDefault="00DB4A58" w:rsidP="00DB4A58">
            <w:pPr>
              <w:jc w:val="left"/>
            </w:pPr>
            <w:r w:rsidRPr="00DB4A58">
              <w:t>57</w:t>
            </w:r>
          </w:p>
        </w:tc>
        <w:tc>
          <w:tcPr>
            <w:tcW w:w="7584" w:type="dxa"/>
            <w:noWrap/>
            <w:hideMark/>
          </w:tcPr>
          <w:p w14:paraId="28B09DBE" w14:textId="77777777" w:rsidR="00DB4A58" w:rsidRPr="00DB4A58" w:rsidRDefault="00DB4A58">
            <w:pPr>
              <w:jc w:val="left"/>
            </w:pPr>
            <w:r w:rsidRPr="00DB4A58">
              <w:t>Wall Planner, 2023, A1, 300gsm gloss art finish</w:t>
            </w:r>
          </w:p>
        </w:tc>
        <w:tc>
          <w:tcPr>
            <w:tcW w:w="917" w:type="dxa"/>
            <w:noWrap/>
            <w:hideMark/>
          </w:tcPr>
          <w:p w14:paraId="1AA0472F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11D7A2A7" w14:textId="77777777" w:rsidR="00DB4A58" w:rsidRPr="00DB4A58" w:rsidRDefault="00DB4A58" w:rsidP="00DB4A58">
            <w:pPr>
              <w:jc w:val="left"/>
            </w:pPr>
            <w:r w:rsidRPr="00DB4A58">
              <w:t>300</w:t>
            </w:r>
          </w:p>
        </w:tc>
      </w:tr>
      <w:tr w:rsidR="00DB4A58" w:rsidRPr="00DB4A58" w14:paraId="6C0A7AC1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7F436F4" w14:textId="77777777" w:rsidR="00DB4A58" w:rsidRPr="00DB4A58" w:rsidRDefault="00DB4A58" w:rsidP="00DB4A58">
            <w:pPr>
              <w:jc w:val="left"/>
            </w:pPr>
            <w:r w:rsidRPr="00DB4A58">
              <w:t>58</w:t>
            </w:r>
          </w:p>
        </w:tc>
        <w:tc>
          <w:tcPr>
            <w:tcW w:w="7584" w:type="dxa"/>
            <w:noWrap/>
            <w:hideMark/>
          </w:tcPr>
          <w:p w14:paraId="5EED0747" w14:textId="77777777" w:rsidR="00DB4A58" w:rsidRPr="00DB4A58" w:rsidRDefault="00DB4A58">
            <w:pPr>
              <w:jc w:val="left"/>
            </w:pPr>
            <w:r w:rsidRPr="00DB4A58">
              <w:t>Whistle (plastic/steel)</w:t>
            </w:r>
          </w:p>
        </w:tc>
        <w:tc>
          <w:tcPr>
            <w:tcW w:w="917" w:type="dxa"/>
            <w:noWrap/>
            <w:hideMark/>
          </w:tcPr>
          <w:p w14:paraId="463D2A6D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3916633" w14:textId="77777777" w:rsidR="00DB4A58" w:rsidRPr="00DB4A58" w:rsidRDefault="00DB4A58" w:rsidP="00DB4A58">
            <w:pPr>
              <w:jc w:val="left"/>
            </w:pPr>
            <w:r w:rsidRPr="00DB4A58">
              <w:t>163</w:t>
            </w:r>
          </w:p>
        </w:tc>
      </w:tr>
      <w:tr w:rsidR="00DB4A58" w:rsidRPr="00DB4A58" w14:paraId="7585D537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9144236" w14:textId="77777777" w:rsidR="00DB4A58" w:rsidRPr="00DB4A58" w:rsidRDefault="00DB4A58" w:rsidP="00DB4A58">
            <w:pPr>
              <w:jc w:val="left"/>
            </w:pPr>
            <w:r w:rsidRPr="00DB4A58">
              <w:t>59</w:t>
            </w:r>
          </w:p>
        </w:tc>
        <w:tc>
          <w:tcPr>
            <w:tcW w:w="7584" w:type="dxa"/>
            <w:noWrap/>
            <w:hideMark/>
          </w:tcPr>
          <w:p w14:paraId="493CF473" w14:textId="77777777" w:rsidR="00DB4A58" w:rsidRPr="00DB4A58" w:rsidRDefault="00DB4A58">
            <w:pPr>
              <w:jc w:val="left"/>
            </w:pPr>
            <w:r w:rsidRPr="00DB4A58">
              <w:t xml:space="preserve">Whiteboard, magnetic with </w:t>
            </w:r>
            <w:proofErr w:type="spellStart"/>
            <w:r w:rsidRPr="00DB4A58">
              <w:t>aluminium</w:t>
            </w:r>
            <w:proofErr w:type="spellEnd"/>
            <w:r w:rsidRPr="00DB4A58">
              <w:t xml:space="preserve"> frame, 120cm x 90 cm size</w:t>
            </w:r>
          </w:p>
        </w:tc>
        <w:tc>
          <w:tcPr>
            <w:tcW w:w="917" w:type="dxa"/>
            <w:noWrap/>
            <w:hideMark/>
          </w:tcPr>
          <w:p w14:paraId="427AA9A8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6CB6F9D" w14:textId="77777777" w:rsidR="00DB4A58" w:rsidRPr="00DB4A58" w:rsidRDefault="00DB4A58" w:rsidP="00DB4A58">
            <w:pPr>
              <w:jc w:val="left"/>
            </w:pPr>
            <w:r w:rsidRPr="00DB4A58">
              <w:t>155</w:t>
            </w:r>
          </w:p>
        </w:tc>
      </w:tr>
      <w:tr w:rsidR="00DB4A58" w:rsidRPr="00DB4A58" w14:paraId="598A98F3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A519080" w14:textId="77777777" w:rsidR="00DB4A58" w:rsidRPr="00DB4A58" w:rsidRDefault="00DB4A58" w:rsidP="00DB4A58">
            <w:pPr>
              <w:jc w:val="left"/>
            </w:pPr>
            <w:r w:rsidRPr="00DB4A58">
              <w:t>60</w:t>
            </w:r>
          </w:p>
        </w:tc>
        <w:tc>
          <w:tcPr>
            <w:tcW w:w="7584" w:type="dxa"/>
            <w:noWrap/>
            <w:hideMark/>
          </w:tcPr>
          <w:p w14:paraId="1621392C" w14:textId="77777777" w:rsidR="00DB4A58" w:rsidRPr="00DB4A58" w:rsidRDefault="00DB4A58">
            <w:pPr>
              <w:jc w:val="left"/>
            </w:pPr>
            <w:r w:rsidRPr="00DB4A58">
              <w:t xml:space="preserve">Manual-hand-grass-cutter, Petrol with high resolution </w:t>
            </w:r>
          </w:p>
        </w:tc>
        <w:tc>
          <w:tcPr>
            <w:tcW w:w="917" w:type="dxa"/>
            <w:noWrap/>
            <w:hideMark/>
          </w:tcPr>
          <w:p w14:paraId="139B0914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DB811AB" w14:textId="77777777" w:rsidR="00DB4A58" w:rsidRPr="00DB4A58" w:rsidRDefault="00DB4A58" w:rsidP="00DB4A58">
            <w:pPr>
              <w:jc w:val="left"/>
            </w:pPr>
            <w:r w:rsidRPr="00DB4A58">
              <w:t>133</w:t>
            </w:r>
          </w:p>
        </w:tc>
      </w:tr>
      <w:tr w:rsidR="00DB4A58" w:rsidRPr="00DB4A58" w14:paraId="23D64F3F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351A7539" w14:textId="77777777" w:rsidR="00DB4A58" w:rsidRPr="00DB4A58" w:rsidRDefault="00DB4A58" w:rsidP="00DB4A58">
            <w:pPr>
              <w:jc w:val="left"/>
            </w:pPr>
            <w:r w:rsidRPr="00DB4A58">
              <w:t>61</w:t>
            </w:r>
          </w:p>
        </w:tc>
        <w:tc>
          <w:tcPr>
            <w:tcW w:w="7584" w:type="dxa"/>
            <w:noWrap/>
            <w:hideMark/>
          </w:tcPr>
          <w:p w14:paraId="530FE878" w14:textId="77777777" w:rsidR="00DB4A58" w:rsidRPr="00DB4A58" w:rsidRDefault="00DB4A58">
            <w:pPr>
              <w:jc w:val="left"/>
            </w:pPr>
            <w:r w:rsidRPr="00DB4A58">
              <w:t xml:space="preserve">Cabinet, 4 drawer </w:t>
            </w:r>
          </w:p>
        </w:tc>
        <w:tc>
          <w:tcPr>
            <w:tcW w:w="917" w:type="dxa"/>
            <w:noWrap/>
            <w:hideMark/>
          </w:tcPr>
          <w:p w14:paraId="2456187D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15F64589" w14:textId="77777777" w:rsidR="00DB4A58" w:rsidRPr="00DB4A58" w:rsidRDefault="00DB4A58" w:rsidP="00DB4A58">
            <w:pPr>
              <w:jc w:val="left"/>
            </w:pPr>
            <w:r w:rsidRPr="00DB4A58">
              <w:t>399</w:t>
            </w:r>
          </w:p>
        </w:tc>
      </w:tr>
      <w:tr w:rsidR="00DB4A58" w:rsidRPr="00DB4A58" w14:paraId="7AD1AD79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FAAD962" w14:textId="77777777" w:rsidR="00DB4A58" w:rsidRPr="00DB4A58" w:rsidRDefault="00DB4A58" w:rsidP="00DB4A58">
            <w:pPr>
              <w:jc w:val="left"/>
            </w:pPr>
            <w:r w:rsidRPr="00DB4A58">
              <w:t>62</w:t>
            </w:r>
          </w:p>
        </w:tc>
        <w:tc>
          <w:tcPr>
            <w:tcW w:w="7584" w:type="dxa"/>
            <w:noWrap/>
            <w:hideMark/>
          </w:tcPr>
          <w:p w14:paraId="086278F8" w14:textId="77777777" w:rsidR="00DB4A58" w:rsidRPr="00DB4A58" w:rsidRDefault="00DB4A58">
            <w:pPr>
              <w:jc w:val="left"/>
            </w:pPr>
            <w:r w:rsidRPr="00DB4A58">
              <w:t>Rubbermaid Roughneck Storage Totes - 3 Gallons</w:t>
            </w:r>
          </w:p>
        </w:tc>
        <w:tc>
          <w:tcPr>
            <w:tcW w:w="917" w:type="dxa"/>
            <w:noWrap/>
            <w:hideMark/>
          </w:tcPr>
          <w:p w14:paraId="44C77904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37A6DC3" w14:textId="77777777" w:rsidR="00DB4A58" w:rsidRPr="00DB4A58" w:rsidRDefault="00DB4A58" w:rsidP="00DB4A58">
            <w:pPr>
              <w:jc w:val="left"/>
            </w:pPr>
            <w:r w:rsidRPr="00DB4A58">
              <w:t>96</w:t>
            </w:r>
          </w:p>
        </w:tc>
      </w:tr>
      <w:tr w:rsidR="00DB4A58" w:rsidRPr="00DB4A58" w14:paraId="39FE9341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8F900C7" w14:textId="77777777" w:rsidR="00DB4A58" w:rsidRPr="00DB4A58" w:rsidRDefault="00DB4A58" w:rsidP="00DB4A58">
            <w:pPr>
              <w:jc w:val="left"/>
            </w:pPr>
            <w:r w:rsidRPr="00DB4A58">
              <w:t>63</w:t>
            </w:r>
          </w:p>
        </w:tc>
        <w:tc>
          <w:tcPr>
            <w:tcW w:w="7584" w:type="dxa"/>
            <w:noWrap/>
            <w:hideMark/>
          </w:tcPr>
          <w:p w14:paraId="639FBC04" w14:textId="77777777" w:rsidR="00DB4A58" w:rsidRPr="00DB4A58" w:rsidRDefault="00DB4A58">
            <w:pPr>
              <w:jc w:val="left"/>
            </w:pPr>
            <w:r w:rsidRPr="00DB4A58">
              <w:t>Rubbermaid Roughneck Storage Totes - 10 Gallons</w:t>
            </w:r>
          </w:p>
        </w:tc>
        <w:tc>
          <w:tcPr>
            <w:tcW w:w="917" w:type="dxa"/>
            <w:noWrap/>
            <w:hideMark/>
          </w:tcPr>
          <w:p w14:paraId="01FCCA9C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59F57E63" w14:textId="77777777" w:rsidR="00DB4A58" w:rsidRPr="00DB4A58" w:rsidRDefault="00DB4A58" w:rsidP="00DB4A58">
            <w:pPr>
              <w:jc w:val="left"/>
            </w:pPr>
            <w:r w:rsidRPr="00DB4A58">
              <w:t>60</w:t>
            </w:r>
          </w:p>
        </w:tc>
      </w:tr>
      <w:tr w:rsidR="00DB4A58" w:rsidRPr="00DB4A58" w14:paraId="529E92FD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7663F5AF" w14:textId="77777777" w:rsidR="00DB4A58" w:rsidRPr="00DB4A58" w:rsidRDefault="00DB4A58" w:rsidP="00DB4A58">
            <w:pPr>
              <w:jc w:val="left"/>
            </w:pPr>
            <w:r w:rsidRPr="00DB4A58">
              <w:t>64</w:t>
            </w:r>
          </w:p>
        </w:tc>
        <w:tc>
          <w:tcPr>
            <w:tcW w:w="7584" w:type="dxa"/>
            <w:noWrap/>
            <w:hideMark/>
          </w:tcPr>
          <w:p w14:paraId="73D528F1" w14:textId="77777777" w:rsidR="00DB4A58" w:rsidRPr="00DB4A58" w:rsidRDefault="00DB4A58">
            <w:pPr>
              <w:jc w:val="left"/>
            </w:pPr>
            <w:r w:rsidRPr="00DB4A58">
              <w:t xml:space="preserve">Model 12 First Aid Kit - </w:t>
            </w:r>
            <w:proofErr w:type="spellStart"/>
            <w:r w:rsidRPr="00DB4A58">
              <w:t>Bumbag</w:t>
            </w:r>
            <w:proofErr w:type="spellEnd"/>
          </w:p>
        </w:tc>
        <w:tc>
          <w:tcPr>
            <w:tcW w:w="917" w:type="dxa"/>
            <w:noWrap/>
            <w:hideMark/>
          </w:tcPr>
          <w:p w14:paraId="539094D2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6CAA0C16" w14:textId="77777777" w:rsidR="00DB4A58" w:rsidRPr="00DB4A58" w:rsidRDefault="00DB4A58" w:rsidP="00DB4A58">
            <w:pPr>
              <w:jc w:val="left"/>
            </w:pPr>
            <w:r w:rsidRPr="00DB4A58">
              <w:t>318</w:t>
            </w:r>
          </w:p>
        </w:tc>
      </w:tr>
      <w:tr w:rsidR="00DB4A58" w:rsidRPr="00DB4A58" w14:paraId="58B26CC5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879DC70" w14:textId="77777777" w:rsidR="00DB4A58" w:rsidRPr="00DB4A58" w:rsidRDefault="00DB4A58" w:rsidP="00DB4A58">
            <w:pPr>
              <w:jc w:val="left"/>
            </w:pPr>
            <w:r w:rsidRPr="00DB4A58">
              <w:t>65</w:t>
            </w:r>
          </w:p>
        </w:tc>
        <w:tc>
          <w:tcPr>
            <w:tcW w:w="7584" w:type="dxa"/>
            <w:noWrap/>
            <w:hideMark/>
          </w:tcPr>
          <w:p w14:paraId="660A7712" w14:textId="77777777" w:rsidR="00DB4A58" w:rsidRPr="00DB4A58" w:rsidRDefault="00DB4A58">
            <w:pPr>
              <w:jc w:val="left"/>
            </w:pPr>
            <w:r w:rsidRPr="00DB4A58">
              <w:t xml:space="preserve">Plastic braille label sheet, A4 sheet </w:t>
            </w:r>
          </w:p>
        </w:tc>
        <w:tc>
          <w:tcPr>
            <w:tcW w:w="917" w:type="dxa"/>
            <w:noWrap/>
            <w:hideMark/>
          </w:tcPr>
          <w:p w14:paraId="3A86EB32" w14:textId="77777777" w:rsidR="00DB4A58" w:rsidRPr="00DB4A58" w:rsidRDefault="00DB4A58" w:rsidP="00DB4A58">
            <w:pPr>
              <w:jc w:val="left"/>
            </w:pPr>
            <w:r w:rsidRPr="00DB4A58">
              <w:t>carton</w:t>
            </w:r>
          </w:p>
        </w:tc>
        <w:tc>
          <w:tcPr>
            <w:tcW w:w="1131" w:type="dxa"/>
            <w:noWrap/>
            <w:hideMark/>
          </w:tcPr>
          <w:p w14:paraId="64F9A817" w14:textId="77777777" w:rsidR="00DB4A58" w:rsidRPr="00DB4A58" w:rsidRDefault="00DB4A58" w:rsidP="00DB4A58">
            <w:pPr>
              <w:jc w:val="left"/>
            </w:pPr>
            <w:r w:rsidRPr="00DB4A58">
              <w:t>4</w:t>
            </w:r>
          </w:p>
        </w:tc>
      </w:tr>
      <w:tr w:rsidR="00DB4A58" w:rsidRPr="00DB4A58" w14:paraId="1F4A589C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003A96B" w14:textId="77777777" w:rsidR="00DB4A58" w:rsidRPr="00DB4A58" w:rsidRDefault="00DB4A58" w:rsidP="00DB4A58">
            <w:pPr>
              <w:jc w:val="left"/>
            </w:pPr>
            <w:r w:rsidRPr="00DB4A58">
              <w:t>66</w:t>
            </w:r>
          </w:p>
        </w:tc>
        <w:tc>
          <w:tcPr>
            <w:tcW w:w="7584" w:type="dxa"/>
            <w:noWrap/>
            <w:hideMark/>
          </w:tcPr>
          <w:p w14:paraId="37873E45" w14:textId="77777777" w:rsidR="00DB4A58" w:rsidRPr="00DB4A58" w:rsidRDefault="00DB4A58">
            <w:pPr>
              <w:jc w:val="left"/>
            </w:pPr>
            <w:r w:rsidRPr="00DB4A58">
              <w:t xml:space="preserve">Thermoform sheet, A4 paper size, </w:t>
            </w:r>
            <w:proofErr w:type="spellStart"/>
            <w:r w:rsidRPr="00DB4A58">
              <w:t>transculent</w:t>
            </w:r>
            <w:proofErr w:type="spellEnd"/>
            <w:r w:rsidRPr="00DB4A58">
              <w:t xml:space="preserve"> texture</w:t>
            </w:r>
          </w:p>
        </w:tc>
        <w:tc>
          <w:tcPr>
            <w:tcW w:w="917" w:type="dxa"/>
            <w:noWrap/>
            <w:hideMark/>
          </w:tcPr>
          <w:p w14:paraId="5A6CB315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ctn</w:t>
            </w:r>
            <w:proofErr w:type="spellEnd"/>
          </w:p>
        </w:tc>
        <w:tc>
          <w:tcPr>
            <w:tcW w:w="1131" w:type="dxa"/>
            <w:noWrap/>
            <w:hideMark/>
          </w:tcPr>
          <w:p w14:paraId="171F1A8D" w14:textId="77777777" w:rsidR="00DB4A58" w:rsidRPr="00DB4A58" w:rsidRDefault="00DB4A58" w:rsidP="00DB4A58">
            <w:pPr>
              <w:jc w:val="left"/>
            </w:pPr>
            <w:r w:rsidRPr="00DB4A58">
              <w:t>4</w:t>
            </w:r>
          </w:p>
        </w:tc>
      </w:tr>
      <w:tr w:rsidR="00DB4A58" w:rsidRPr="00DB4A58" w14:paraId="7C9FCBA7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023613CB" w14:textId="77777777" w:rsidR="00DB4A58" w:rsidRPr="00DB4A58" w:rsidRDefault="00DB4A58" w:rsidP="00DB4A58">
            <w:pPr>
              <w:jc w:val="left"/>
            </w:pPr>
            <w:r w:rsidRPr="00DB4A58">
              <w:t>67</w:t>
            </w:r>
          </w:p>
        </w:tc>
        <w:tc>
          <w:tcPr>
            <w:tcW w:w="7584" w:type="dxa"/>
            <w:noWrap/>
            <w:hideMark/>
          </w:tcPr>
          <w:p w14:paraId="6FA21248" w14:textId="77777777" w:rsidR="00DB4A58" w:rsidRPr="00DB4A58" w:rsidRDefault="00DB4A58">
            <w:pPr>
              <w:jc w:val="left"/>
            </w:pPr>
            <w:r w:rsidRPr="00DB4A58">
              <w:t>Rubber mat for thermoform sheet (slightly bigger than A4 size</w:t>
            </w:r>
          </w:p>
        </w:tc>
        <w:tc>
          <w:tcPr>
            <w:tcW w:w="917" w:type="dxa"/>
            <w:noWrap/>
            <w:hideMark/>
          </w:tcPr>
          <w:p w14:paraId="37A45590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6733407" w14:textId="77777777" w:rsidR="00DB4A58" w:rsidRPr="00DB4A58" w:rsidRDefault="00DB4A58" w:rsidP="00DB4A58">
            <w:pPr>
              <w:jc w:val="left"/>
            </w:pPr>
            <w:r w:rsidRPr="00DB4A58">
              <w:t>4</w:t>
            </w:r>
          </w:p>
        </w:tc>
      </w:tr>
      <w:tr w:rsidR="00DB4A58" w:rsidRPr="00DB4A58" w14:paraId="589D0B58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954C114" w14:textId="77777777" w:rsidR="00DB4A58" w:rsidRPr="00DB4A58" w:rsidRDefault="00DB4A58" w:rsidP="00DB4A58">
            <w:pPr>
              <w:jc w:val="left"/>
            </w:pPr>
            <w:r w:rsidRPr="00DB4A58">
              <w:t>68</w:t>
            </w:r>
          </w:p>
        </w:tc>
        <w:tc>
          <w:tcPr>
            <w:tcW w:w="7584" w:type="dxa"/>
            <w:noWrap/>
            <w:hideMark/>
          </w:tcPr>
          <w:p w14:paraId="637FD609" w14:textId="77777777" w:rsidR="00DB4A58" w:rsidRPr="00DB4A58" w:rsidRDefault="00DB4A58">
            <w:pPr>
              <w:jc w:val="left"/>
            </w:pPr>
            <w:r w:rsidRPr="00DB4A58">
              <w:t>Braille paper, dimension 31.5cm*24cm</w:t>
            </w:r>
          </w:p>
        </w:tc>
        <w:tc>
          <w:tcPr>
            <w:tcW w:w="917" w:type="dxa"/>
            <w:noWrap/>
            <w:hideMark/>
          </w:tcPr>
          <w:p w14:paraId="3A42F2D5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Ctn</w:t>
            </w:r>
            <w:proofErr w:type="spellEnd"/>
          </w:p>
        </w:tc>
        <w:tc>
          <w:tcPr>
            <w:tcW w:w="1131" w:type="dxa"/>
            <w:noWrap/>
            <w:hideMark/>
          </w:tcPr>
          <w:p w14:paraId="356AADDF" w14:textId="77777777" w:rsidR="00DB4A58" w:rsidRPr="00DB4A58" w:rsidRDefault="00DB4A58" w:rsidP="00DB4A58">
            <w:pPr>
              <w:jc w:val="left"/>
            </w:pPr>
            <w:r w:rsidRPr="00DB4A58">
              <w:t>5</w:t>
            </w:r>
          </w:p>
        </w:tc>
      </w:tr>
      <w:tr w:rsidR="00DB4A58" w:rsidRPr="00DB4A58" w14:paraId="123E21F0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BC905D0" w14:textId="77777777" w:rsidR="00DB4A58" w:rsidRPr="00DB4A58" w:rsidRDefault="00DB4A58" w:rsidP="00DB4A58">
            <w:pPr>
              <w:jc w:val="left"/>
            </w:pPr>
            <w:r w:rsidRPr="00DB4A58">
              <w:t>69</w:t>
            </w:r>
          </w:p>
        </w:tc>
        <w:tc>
          <w:tcPr>
            <w:tcW w:w="7584" w:type="dxa"/>
            <w:noWrap/>
            <w:hideMark/>
          </w:tcPr>
          <w:p w14:paraId="09F0C40C" w14:textId="77777777" w:rsidR="00DB4A58" w:rsidRPr="00DB4A58" w:rsidRDefault="00DB4A58">
            <w:pPr>
              <w:jc w:val="left"/>
            </w:pPr>
            <w:r w:rsidRPr="00DB4A58">
              <w:t xml:space="preserve">Velcro (hook and loop), 25mm width, cartons of 30-50 rolls, 25 </w:t>
            </w:r>
            <w:proofErr w:type="spellStart"/>
            <w:r w:rsidRPr="00DB4A58">
              <w:t>mtr</w:t>
            </w:r>
            <w:proofErr w:type="spellEnd"/>
            <w:r w:rsidRPr="00DB4A58">
              <w:t xml:space="preserve"> per roll, assorted </w:t>
            </w:r>
            <w:proofErr w:type="spellStart"/>
            <w:r w:rsidRPr="00DB4A58">
              <w:t>colours</w:t>
            </w:r>
            <w:proofErr w:type="spellEnd"/>
          </w:p>
        </w:tc>
        <w:tc>
          <w:tcPr>
            <w:tcW w:w="917" w:type="dxa"/>
            <w:noWrap/>
            <w:hideMark/>
          </w:tcPr>
          <w:p w14:paraId="749DBEC6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Ctn</w:t>
            </w:r>
            <w:proofErr w:type="spellEnd"/>
          </w:p>
        </w:tc>
        <w:tc>
          <w:tcPr>
            <w:tcW w:w="1131" w:type="dxa"/>
            <w:noWrap/>
            <w:hideMark/>
          </w:tcPr>
          <w:p w14:paraId="62AC9788" w14:textId="77777777" w:rsidR="00DB4A58" w:rsidRPr="00DB4A58" w:rsidRDefault="00DB4A58" w:rsidP="00DB4A58">
            <w:pPr>
              <w:jc w:val="left"/>
            </w:pPr>
            <w:r w:rsidRPr="00DB4A58">
              <w:t>5</w:t>
            </w:r>
          </w:p>
        </w:tc>
      </w:tr>
      <w:tr w:rsidR="00DB4A58" w:rsidRPr="00DB4A58" w14:paraId="039600A1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74A8AC61" w14:textId="77777777" w:rsidR="00DB4A58" w:rsidRPr="00DB4A58" w:rsidRDefault="00DB4A58" w:rsidP="00DB4A58">
            <w:pPr>
              <w:jc w:val="left"/>
            </w:pPr>
            <w:r w:rsidRPr="00DB4A58">
              <w:t>70</w:t>
            </w:r>
          </w:p>
        </w:tc>
        <w:tc>
          <w:tcPr>
            <w:tcW w:w="7584" w:type="dxa"/>
            <w:noWrap/>
            <w:hideMark/>
          </w:tcPr>
          <w:p w14:paraId="05EA0E49" w14:textId="77777777" w:rsidR="00DB4A58" w:rsidRPr="00DB4A58" w:rsidRDefault="00DB4A58">
            <w:pPr>
              <w:jc w:val="left"/>
            </w:pPr>
            <w:r w:rsidRPr="00DB4A58">
              <w:t>Wall rubber hook (capable to withstand up to 3kg load)</w:t>
            </w:r>
          </w:p>
        </w:tc>
        <w:tc>
          <w:tcPr>
            <w:tcW w:w="917" w:type="dxa"/>
            <w:noWrap/>
            <w:hideMark/>
          </w:tcPr>
          <w:p w14:paraId="7F32C289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Pce</w:t>
            </w:r>
            <w:proofErr w:type="spellEnd"/>
          </w:p>
        </w:tc>
        <w:tc>
          <w:tcPr>
            <w:tcW w:w="1131" w:type="dxa"/>
            <w:noWrap/>
            <w:hideMark/>
          </w:tcPr>
          <w:p w14:paraId="595DEE90" w14:textId="77777777" w:rsidR="00DB4A58" w:rsidRPr="00DB4A58" w:rsidRDefault="00DB4A58" w:rsidP="00DB4A58">
            <w:pPr>
              <w:jc w:val="left"/>
            </w:pPr>
            <w:r w:rsidRPr="00DB4A58">
              <w:t>20</w:t>
            </w:r>
          </w:p>
        </w:tc>
      </w:tr>
      <w:tr w:rsidR="00DB4A58" w:rsidRPr="00DB4A58" w14:paraId="33FA218F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CA2CCB3" w14:textId="77777777" w:rsidR="00DB4A58" w:rsidRPr="00DB4A58" w:rsidRDefault="00DB4A58" w:rsidP="00DB4A58">
            <w:pPr>
              <w:jc w:val="left"/>
            </w:pPr>
            <w:r w:rsidRPr="00DB4A58">
              <w:t>71</w:t>
            </w:r>
          </w:p>
        </w:tc>
        <w:tc>
          <w:tcPr>
            <w:tcW w:w="7584" w:type="dxa"/>
            <w:noWrap/>
            <w:hideMark/>
          </w:tcPr>
          <w:p w14:paraId="7C93A8F2" w14:textId="77777777" w:rsidR="00DB4A58" w:rsidRPr="00DB4A58" w:rsidRDefault="00DB4A58">
            <w:pPr>
              <w:jc w:val="left"/>
            </w:pPr>
            <w:r w:rsidRPr="00DB4A58">
              <w:t xml:space="preserve">Wiki stick, 15-20cm long, 2-5mm thick, 60-100 sticks per packet, assorted </w:t>
            </w:r>
            <w:proofErr w:type="spellStart"/>
            <w:r w:rsidRPr="00DB4A58">
              <w:t>colours</w:t>
            </w:r>
            <w:proofErr w:type="spellEnd"/>
          </w:p>
        </w:tc>
        <w:tc>
          <w:tcPr>
            <w:tcW w:w="917" w:type="dxa"/>
            <w:noWrap/>
            <w:hideMark/>
          </w:tcPr>
          <w:p w14:paraId="47C5356A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Ctn</w:t>
            </w:r>
            <w:proofErr w:type="spellEnd"/>
          </w:p>
        </w:tc>
        <w:tc>
          <w:tcPr>
            <w:tcW w:w="1131" w:type="dxa"/>
            <w:noWrap/>
            <w:hideMark/>
          </w:tcPr>
          <w:p w14:paraId="739EF3C1" w14:textId="77777777" w:rsidR="00DB4A58" w:rsidRPr="00DB4A58" w:rsidRDefault="00DB4A58" w:rsidP="00DB4A58">
            <w:pPr>
              <w:jc w:val="left"/>
            </w:pPr>
            <w:r w:rsidRPr="00DB4A58">
              <w:t>2</w:t>
            </w:r>
          </w:p>
        </w:tc>
      </w:tr>
      <w:tr w:rsidR="00DB4A58" w:rsidRPr="00DB4A58" w14:paraId="3250B0E8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DE63AE6" w14:textId="77777777" w:rsidR="00DB4A58" w:rsidRPr="00DB4A58" w:rsidRDefault="00DB4A58" w:rsidP="00DB4A58">
            <w:pPr>
              <w:jc w:val="left"/>
            </w:pPr>
            <w:r w:rsidRPr="00DB4A58">
              <w:t>72</w:t>
            </w:r>
          </w:p>
        </w:tc>
        <w:tc>
          <w:tcPr>
            <w:tcW w:w="7584" w:type="dxa"/>
            <w:noWrap/>
            <w:hideMark/>
          </w:tcPr>
          <w:p w14:paraId="246E5C21" w14:textId="77777777" w:rsidR="00DB4A58" w:rsidRPr="00DB4A58" w:rsidRDefault="00DB4A58">
            <w:pPr>
              <w:jc w:val="left"/>
            </w:pPr>
            <w:r w:rsidRPr="00DB4A58">
              <w:t>Tactile graphic sheets, equivalent to A4 size, assorted types/</w:t>
            </w:r>
            <w:proofErr w:type="spellStart"/>
            <w:r w:rsidRPr="00DB4A58">
              <w:t>colours</w:t>
            </w:r>
            <w:proofErr w:type="spellEnd"/>
          </w:p>
        </w:tc>
        <w:tc>
          <w:tcPr>
            <w:tcW w:w="917" w:type="dxa"/>
            <w:noWrap/>
            <w:hideMark/>
          </w:tcPr>
          <w:p w14:paraId="38D117E9" w14:textId="77777777" w:rsidR="00DB4A58" w:rsidRPr="00DB4A58" w:rsidRDefault="00DB4A58" w:rsidP="00DB4A58">
            <w:pPr>
              <w:jc w:val="left"/>
            </w:pPr>
            <w:proofErr w:type="spellStart"/>
            <w:r w:rsidRPr="00DB4A58">
              <w:t>Ctn</w:t>
            </w:r>
            <w:proofErr w:type="spellEnd"/>
          </w:p>
        </w:tc>
        <w:tc>
          <w:tcPr>
            <w:tcW w:w="1131" w:type="dxa"/>
            <w:noWrap/>
            <w:hideMark/>
          </w:tcPr>
          <w:p w14:paraId="488F08C8" w14:textId="77777777" w:rsidR="00DB4A58" w:rsidRPr="00DB4A58" w:rsidRDefault="00DB4A58" w:rsidP="00DB4A58">
            <w:pPr>
              <w:jc w:val="left"/>
            </w:pPr>
            <w:r w:rsidRPr="00DB4A58">
              <w:t>3</w:t>
            </w:r>
          </w:p>
        </w:tc>
      </w:tr>
      <w:tr w:rsidR="00DB4A58" w:rsidRPr="00DB4A58" w14:paraId="093E6C8F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C9F7C5C" w14:textId="77777777" w:rsidR="00DB4A58" w:rsidRPr="00DB4A58" w:rsidRDefault="00DB4A58" w:rsidP="00DB4A58">
            <w:pPr>
              <w:jc w:val="left"/>
            </w:pPr>
            <w:r w:rsidRPr="00DB4A58">
              <w:t>73</w:t>
            </w:r>
          </w:p>
        </w:tc>
        <w:tc>
          <w:tcPr>
            <w:tcW w:w="7584" w:type="dxa"/>
            <w:noWrap/>
            <w:hideMark/>
          </w:tcPr>
          <w:p w14:paraId="6D72CB95" w14:textId="77777777" w:rsidR="00DB4A58" w:rsidRPr="00DB4A58" w:rsidRDefault="00DB4A58">
            <w:pPr>
              <w:jc w:val="left"/>
            </w:pPr>
            <w:r w:rsidRPr="00DB4A58">
              <w:t xml:space="preserve">Playdough in buckets of 500grams, </w:t>
            </w:r>
            <w:proofErr w:type="spellStart"/>
            <w:r w:rsidRPr="00DB4A58">
              <w:t>non toxic</w:t>
            </w:r>
            <w:proofErr w:type="spellEnd"/>
            <w:r w:rsidRPr="00DB4A58">
              <w:t xml:space="preserve">, assorted </w:t>
            </w:r>
            <w:proofErr w:type="spellStart"/>
            <w:r w:rsidRPr="00DB4A58">
              <w:t>colours</w:t>
            </w:r>
            <w:proofErr w:type="spellEnd"/>
          </w:p>
        </w:tc>
        <w:tc>
          <w:tcPr>
            <w:tcW w:w="917" w:type="dxa"/>
            <w:noWrap/>
            <w:hideMark/>
          </w:tcPr>
          <w:p w14:paraId="67F8FE20" w14:textId="77777777" w:rsidR="00DB4A58" w:rsidRPr="00DB4A58" w:rsidRDefault="00DB4A58" w:rsidP="00DB4A58">
            <w:pPr>
              <w:jc w:val="left"/>
            </w:pPr>
            <w:r w:rsidRPr="00DB4A58">
              <w:t>Bucket</w:t>
            </w:r>
          </w:p>
        </w:tc>
        <w:tc>
          <w:tcPr>
            <w:tcW w:w="1131" w:type="dxa"/>
            <w:noWrap/>
            <w:hideMark/>
          </w:tcPr>
          <w:p w14:paraId="5639FA26" w14:textId="77777777" w:rsidR="00DB4A58" w:rsidRPr="00DB4A58" w:rsidRDefault="00DB4A58" w:rsidP="00DB4A58">
            <w:pPr>
              <w:jc w:val="left"/>
            </w:pPr>
            <w:r w:rsidRPr="00DB4A58">
              <w:t>10</w:t>
            </w:r>
          </w:p>
        </w:tc>
      </w:tr>
      <w:tr w:rsidR="00DB4A58" w:rsidRPr="00DB4A58" w14:paraId="0B84B504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3AD75AE1" w14:textId="77777777" w:rsidR="00DB4A58" w:rsidRPr="00DB4A58" w:rsidRDefault="00DB4A58" w:rsidP="00DB4A58">
            <w:pPr>
              <w:jc w:val="left"/>
            </w:pPr>
            <w:r w:rsidRPr="00DB4A58">
              <w:t>74</w:t>
            </w:r>
          </w:p>
        </w:tc>
        <w:tc>
          <w:tcPr>
            <w:tcW w:w="7584" w:type="dxa"/>
            <w:noWrap/>
            <w:hideMark/>
          </w:tcPr>
          <w:p w14:paraId="72C634AA" w14:textId="77777777" w:rsidR="00DB4A58" w:rsidRPr="00DB4A58" w:rsidRDefault="00DB4A58">
            <w:pPr>
              <w:jc w:val="left"/>
            </w:pPr>
            <w:r w:rsidRPr="00DB4A58">
              <w:t>Brother MFC-L2700D</w:t>
            </w:r>
          </w:p>
        </w:tc>
        <w:tc>
          <w:tcPr>
            <w:tcW w:w="917" w:type="dxa"/>
            <w:noWrap/>
            <w:hideMark/>
          </w:tcPr>
          <w:p w14:paraId="38DF502D" w14:textId="77777777" w:rsidR="00DB4A58" w:rsidRPr="00DB4A58" w:rsidRDefault="00DB4A58" w:rsidP="00DB4A58">
            <w:pPr>
              <w:jc w:val="left"/>
            </w:pPr>
            <w:r w:rsidRPr="00DB4A58">
              <w:t>pcs</w:t>
            </w:r>
          </w:p>
        </w:tc>
        <w:tc>
          <w:tcPr>
            <w:tcW w:w="1131" w:type="dxa"/>
            <w:noWrap/>
            <w:hideMark/>
          </w:tcPr>
          <w:p w14:paraId="6A138FE8" w14:textId="77777777" w:rsidR="00DB4A58" w:rsidRPr="00DB4A58" w:rsidRDefault="00DB4A58" w:rsidP="00DB4A58">
            <w:pPr>
              <w:jc w:val="left"/>
            </w:pPr>
            <w:r w:rsidRPr="00DB4A58">
              <w:t>195</w:t>
            </w:r>
          </w:p>
        </w:tc>
      </w:tr>
      <w:tr w:rsidR="00DB4A58" w:rsidRPr="00DB4A58" w14:paraId="5B1522C2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7D2105FC" w14:textId="77777777" w:rsidR="00DB4A58" w:rsidRPr="00DB4A58" w:rsidRDefault="00DB4A58" w:rsidP="00DB4A58">
            <w:pPr>
              <w:jc w:val="left"/>
            </w:pPr>
            <w:r w:rsidRPr="00DB4A58">
              <w:t>75</w:t>
            </w:r>
          </w:p>
        </w:tc>
        <w:tc>
          <w:tcPr>
            <w:tcW w:w="7584" w:type="dxa"/>
            <w:noWrap/>
            <w:hideMark/>
          </w:tcPr>
          <w:p w14:paraId="76EF82D7" w14:textId="77777777" w:rsidR="00DB4A58" w:rsidRPr="00DB4A58" w:rsidRDefault="00DB4A58">
            <w:pPr>
              <w:jc w:val="left"/>
            </w:pPr>
            <w:r w:rsidRPr="00DB4A58">
              <w:t>Brother MFC-L2700DW</w:t>
            </w:r>
          </w:p>
        </w:tc>
        <w:tc>
          <w:tcPr>
            <w:tcW w:w="917" w:type="dxa"/>
            <w:noWrap/>
            <w:hideMark/>
          </w:tcPr>
          <w:p w14:paraId="5D7B5A54" w14:textId="77777777" w:rsidR="00DB4A58" w:rsidRPr="00DB4A58" w:rsidRDefault="00DB4A58" w:rsidP="00DB4A58">
            <w:pPr>
              <w:jc w:val="left"/>
            </w:pPr>
            <w:r w:rsidRPr="00DB4A58">
              <w:t>pcs</w:t>
            </w:r>
          </w:p>
        </w:tc>
        <w:tc>
          <w:tcPr>
            <w:tcW w:w="1131" w:type="dxa"/>
            <w:noWrap/>
            <w:hideMark/>
          </w:tcPr>
          <w:p w14:paraId="60453BD4" w14:textId="77777777" w:rsidR="00DB4A58" w:rsidRPr="00DB4A58" w:rsidRDefault="00DB4A58" w:rsidP="00DB4A58">
            <w:pPr>
              <w:jc w:val="left"/>
            </w:pPr>
            <w:r w:rsidRPr="00DB4A58">
              <w:t>76</w:t>
            </w:r>
          </w:p>
        </w:tc>
      </w:tr>
      <w:tr w:rsidR="00DB4A58" w:rsidRPr="00DB4A58" w14:paraId="135387A7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54E35826" w14:textId="77777777" w:rsidR="00DB4A58" w:rsidRPr="00DB4A58" w:rsidRDefault="00DB4A58" w:rsidP="00DB4A58">
            <w:pPr>
              <w:jc w:val="left"/>
            </w:pPr>
            <w:r w:rsidRPr="00DB4A58">
              <w:t>76</w:t>
            </w:r>
          </w:p>
        </w:tc>
        <w:tc>
          <w:tcPr>
            <w:tcW w:w="7584" w:type="dxa"/>
            <w:noWrap/>
            <w:hideMark/>
          </w:tcPr>
          <w:p w14:paraId="30B98452" w14:textId="77777777" w:rsidR="00DB4A58" w:rsidRPr="00DB4A58" w:rsidRDefault="00DB4A58">
            <w:pPr>
              <w:jc w:val="left"/>
            </w:pPr>
            <w:r w:rsidRPr="00DB4A58">
              <w:t>Brother MFC-L2730 DW</w:t>
            </w:r>
          </w:p>
        </w:tc>
        <w:tc>
          <w:tcPr>
            <w:tcW w:w="917" w:type="dxa"/>
            <w:noWrap/>
            <w:hideMark/>
          </w:tcPr>
          <w:p w14:paraId="58160173" w14:textId="77777777" w:rsidR="00DB4A58" w:rsidRPr="00DB4A58" w:rsidRDefault="00DB4A58" w:rsidP="00DB4A58">
            <w:pPr>
              <w:jc w:val="left"/>
            </w:pPr>
            <w:r w:rsidRPr="00DB4A58">
              <w:t>pcs</w:t>
            </w:r>
          </w:p>
        </w:tc>
        <w:tc>
          <w:tcPr>
            <w:tcW w:w="1131" w:type="dxa"/>
            <w:noWrap/>
            <w:hideMark/>
          </w:tcPr>
          <w:p w14:paraId="5F427370" w14:textId="77777777" w:rsidR="00DB4A58" w:rsidRPr="00DB4A58" w:rsidRDefault="00DB4A58" w:rsidP="00DB4A58">
            <w:pPr>
              <w:jc w:val="left"/>
            </w:pPr>
            <w:r w:rsidRPr="00DB4A58">
              <w:t>145</w:t>
            </w:r>
          </w:p>
        </w:tc>
      </w:tr>
      <w:tr w:rsidR="00DB4A58" w:rsidRPr="00DB4A58" w14:paraId="346ADB60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0687BDBB" w14:textId="77777777" w:rsidR="00DB4A58" w:rsidRPr="00DB4A58" w:rsidRDefault="00DB4A58" w:rsidP="00DB4A58">
            <w:pPr>
              <w:jc w:val="left"/>
            </w:pPr>
            <w:r w:rsidRPr="00DB4A58">
              <w:t>77</w:t>
            </w:r>
          </w:p>
        </w:tc>
        <w:tc>
          <w:tcPr>
            <w:tcW w:w="7584" w:type="dxa"/>
            <w:noWrap/>
            <w:hideMark/>
          </w:tcPr>
          <w:p w14:paraId="20865AEB" w14:textId="77777777" w:rsidR="00DB4A58" w:rsidRPr="00DB4A58" w:rsidRDefault="00DB4A58">
            <w:pPr>
              <w:jc w:val="left"/>
            </w:pPr>
            <w:r w:rsidRPr="00DB4A58">
              <w:t>Brother MFC-L2750DW</w:t>
            </w:r>
          </w:p>
        </w:tc>
        <w:tc>
          <w:tcPr>
            <w:tcW w:w="917" w:type="dxa"/>
            <w:noWrap/>
            <w:hideMark/>
          </w:tcPr>
          <w:p w14:paraId="5D5AB4BF" w14:textId="77777777" w:rsidR="00DB4A58" w:rsidRPr="00DB4A58" w:rsidRDefault="00DB4A58" w:rsidP="00DB4A58">
            <w:pPr>
              <w:jc w:val="left"/>
            </w:pPr>
            <w:r w:rsidRPr="00DB4A58">
              <w:t>pcs</w:t>
            </w:r>
          </w:p>
        </w:tc>
        <w:tc>
          <w:tcPr>
            <w:tcW w:w="1131" w:type="dxa"/>
            <w:noWrap/>
            <w:hideMark/>
          </w:tcPr>
          <w:p w14:paraId="7BD4F93F" w14:textId="77777777" w:rsidR="00DB4A58" w:rsidRPr="00DB4A58" w:rsidRDefault="00DB4A58" w:rsidP="00DB4A58">
            <w:pPr>
              <w:jc w:val="left"/>
            </w:pPr>
            <w:r w:rsidRPr="00DB4A58">
              <w:t>65</w:t>
            </w:r>
          </w:p>
        </w:tc>
      </w:tr>
      <w:tr w:rsidR="00DB4A58" w:rsidRPr="00DB4A58" w14:paraId="3240F4FA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026EC486" w14:textId="77777777" w:rsidR="00DB4A58" w:rsidRPr="00DB4A58" w:rsidRDefault="00DB4A58" w:rsidP="00DB4A58">
            <w:pPr>
              <w:jc w:val="left"/>
            </w:pPr>
            <w:r w:rsidRPr="00DB4A58">
              <w:t>78</w:t>
            </w:r>
          </w:p>
        </w:tc>
        <w:tc>
          <w:tcPr>
            <w:tcW w:w="7584" w:type="dxa"/>
            <w:noWrap/>
            <w:hideMark/>
          </w:tcPr>
          <w:p w14:paraId="6E760991" w14:textId="77777777" w:rsidR="00DB4A58" w:rsidRPr="00DB4A58" w:rsidRDefault="00DB4A58">
            <w:pPr>
              <w:jc w:val="left"/>
            </w:pPr>
            <w:r w:rsidRPr="00DB4A58">
              <w:t>Brother MFC-L2713DW</w:t>
            </w:r>
          </w:p>
        </w:tc>
        <w:tc>
          <w:tcPr>
            <w:tcW w:w="917" w:type="dxa"/>
            <w:noWrap/>
            <w:hideMark/>
          </w:tcPr>
          <w:p w14:paraId="4159E50E" w14:textId="77777777" w:rsidR="00DB4A58" w:rsidRPr="00DB4A58" w:rsidRDefault="00DB4A58" w:rsidP="00DB4A58">
            <w:pPr>
              <w:jc w:val="left"/>
            </w:pPr>
            <w:r w:rsidRPr="00DB4A58">
              <w:t>pcs</w:t>
            </w:r>
          </w:p>
        </w:tc>
        <w:tc>
          <w:tcPr>
            <w:tcW w:w="1131" w:type="dxa"/>
            <w:noWrap/>
            <w:hideMark/>
          </w:tcPr>
          <w:p w14:paraId="30B531B7" w14:textId="77777777" w:rsidR="00DB4A58" w:rsidRPr="00DB4A58" w:rsidRDefault="00DB4A58" w:rsidP="00DB4A58">
            <w:pPr>
              <w:jc w:val="left"/>
            </w:pPr>
            <w:r w:rsidRPr="00DB4A58">
              <w:t>75</w:t>
            </w:r>
          </w:p>
        </w:tc>
      </w:tr>
      <w:tr w:rsidR="00DB4A58" w:rsidRPr="00DB4A58" w14:paraId="19770307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0102D6D8" w14:textId="77777777" w:rsidR="00DB4A58" w:rsidRPr="00DB4A58" w:rsidRDefault="00DB4A58" w:rsidP="00DB4A58">
            <w:pPr>
              <w:jc w:val="left"/>
            </w:pPr>
            <w:r w:rsidRPr="00DB4A58">
              <w:t>79</w:t>
            </w:r>
          </w:p>
        </w:tc>
        <w:tc>
          <w:tcPr>
            <w:tcW w:w="7584" w:type="dxa"/>
            <w:noWrap/>
            <w:hideMark/>
          </w:tcPr>
          <w:p w14:paraId="64F8BC89" w14:textId="77777777" w:rsidR="00DB4A58" w:rsidRPr="00DB4A58" w:rsidRDefault="00DB4A58">
            <w:pPr>
              <w:jc w:val="left"/>
            </w:pPr>
            <w:r w:rsidRPr="00DB4A58">
              <w:t>MFC-L5755DW</w:t>
            </w:r>
          </w:p>
        </w:tc>
        <w:tc>
          <w:tcPr>
            <w:tcW w:w="917" w:type="dxa"/>
            <w:noWrap/>
            <w:hideMark/>
          </w:tcPr>
          <w:p w14:paraId="3565CA15" w14:textId="77777777" w:rsidR="00DB4A58" w:rsidRPr="00DB4A58" w:rsidRDefault="00DB4A58" w:rsidP="00DB4A58">
            <w:pPr>
              <w:jc w:val="left"/>
            </w:pPr>
            <w:r w:rsidRPr="00DB4A58">
              <w:t>pcs</w:t>
            </w:r>
          </w:p>
        </w:tc>
        <w:tc>
          <w:tcPr>
            <w:tcW w:w="1131" w:type="dxa"/>
            <w:noWrap/>
            <w:hideMark/>
          </w:tcPr>
          <w:p w14:paraId="1D0665AB" w14:textId="77777777" w:rsidR="00DB4A58" w:rsidRPr="00DB4A58" w:rsidRDefault="00DB4A58" w:rsidP="00DB4A58">
            <w:pPr>
              <w:jc w:val="left"/>
            </w:pPr>
            <w:r w:rsidRPr="00DB4A58">
              <w:t>20</w:t>
            </w:r>
          </w:p>
        </w:tc>
      </w:tr>
      <w:tr w:rsidR="00DB4A58" w:rsidRPr="00DB4A58" w14:paraId="6086159D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05BBD5F9" w14:textId="77777777" w:rsidR="00DB4A58" w:rsidRPr="00DB4A58" w:rsidRDefault="00DB4A58" w:rsidP="00DB4A58">
            <w:pPr>
              <w:jc w:val="left"/>
            </w:pPr>
            <w:r w:rsidRPr="00DB4A58">
              <w:t>80</w:t>
            </w:r>
          </w:p>
        </w:tc>
        <w:tc>
          <w:tcPr>
            <w:tcW w:w="7584" w:type="dxa"/>
            <w:noWrap/>
            <w:hideMark/>
          </w:tcPr>
          <w:p w14:paraId="120C6E4D" w14:textId="77777777" w:rsidR="00DB4A58" w:rsidRPr="00DB4A58" w:rsidRDefault="00DB4A58">
            <w:pPr>
              <w:jc w:val="left"/>
            </w:pPr>
            <w:r w:rsidRPr="00DB4A58">
              <w:t>MFC-L3770CDW</w:t>
            </w:r>
          </w:p>
        </w:tc>
        <w:tc>
          <w:tcPr>
            <w:tcW w:w="917" w:type="dxa"/>
            <w:noWrap/>
            <w:hideMark/>
          </w:tcPr>
          <w:p w14:paraId="01F04656" w14:textId="77777777" w:rsidR="00DB4A58" w:rsidRPr="00DB4A58" w:rsidRDefault="00DB4A58" w:rsidP="00DB4A58">
            <w:pPr>
              <w:jc w:val="left"/>
            </w:pPr>
            <w:r w:rsidRPr="00DB4A58">
              <w:t>pcs</w:t>
            </w:r>
          </w:p>
        </w:tc>
        <w:tc>
          <w:tcPr>
            <w:tcW w:w="1131" w:type="dxa"/>
            <w:noWrap/>
            <w:hideMark/>
          </w:tcPr>
          <w:p w14:paraId="79C6F3DB" w14:textId="77777777" w:rsidR="00DB4A58" w:rsidRPr="00DB4A58" w:rsidRDefault="00DB4A58" w:rsidP="00DB4A58">
            <w:pPr>
              <w:jc w:val="left"/>
            </w:pPr>
            <w:r w:rsidRPr="00DB4A58">
              <w:t>20</w:t>
            </w:r>
          </w:p>
        </w:tc>
      </w:tr>
      <w:tr w:rsidR="00DB4A58" w:rsidRPr="00DB4A58" w14:paraId="1D5561BF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2F81EF3" w14:textId="77777777" w:rsidR="00DB4A58" w:rsidRPr="00DB4A58" w:rsidRDefault="00DB4A58" w:rsidP="00DB4A58">
            <w:pPr>
              <w:jc w:val="left"/>
            </w:pPr>
            <w:r w:rsidRPr="00DB4A58">
              <w:lastRenderedPageBreak/>
              <w:t>81</w:t>
            </w:r>
          </w:p>
        </w:tc>
        <w:tc>
          <w:tcPr>
            <w:tcW w:w="7584" w:type="dxa"/>
            <w:noWrap/>
            <w:hideMark/>
          </w:tcPr>
          <w:p w14:paraId="53C80DDE" w14:textId="77777777" w:rsidR="00DB4A58" w:rsidRPr="00DB4A58" w:rsidRDefault="00DB4A58">
            <w:pPr>
              <w:jc w:val="left"/>
            </w:pPr>
            <w:r w:rsidRPr="00DB4A58">
              <w:t>Oki Printer Serial #: ES8473DNV</w:t>
            </w:r>
          </w:p>
        </w:tc>
        <w:tc>
          <w:tcPr>
            <w:tcW w:w="917" w:type="dxa"/>
            <w:noWrap/>
            <w:hideMark/>
          </w:tcPr>
          <w:p w14:paraId="3CC8E354" w14:textId="77777777" w:rsidR="00DB4A58" w:rsidRPr="00DB4A58" w:rsidRDefault="00DB4A58" w:rsidP="00DB4A58">
            <w:pPr>
              <w:jc w:val="left"/>
            </w:pPr>
            <w:r w:rsidRPr="00DB4A58">
              <w:t>set</w:t>
            </w:r>
          </w:p>
        </w:tc>
        <w:tc>
          <w:tcPr>
            <w:tcW w:w="1131" w:type="dxa"/>
            <w:noWrap/>
            <w:hideMark/>
          </w:tcPr>
          <w:p w14:paraId="01C5D3A7" w14:textId="77777777" w:rsidR="00DB4A58" w:rsidRPr="00DB4A58" w:rsidRDefault="00DB4A58" w:rsidP="00DB4A58">
            <w:pPr>
              <w:jc w:val="left"/>
            </w:pPr>
            <w:r w:rsidRPr="00DB4A58">
              <w:t>10</w:t>
            </w:r>
          </w:p>
        </w:tc>
      </w:tr>
      <w:tr w:rsidR="00DB4A58" w:rsidRPr="00DB4A58" w14:paraId="5C9A55C2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F939914" w14:textId="77777777" w:rsidR="00DB4A58" w:rsidRPr="00DB4A58" w:rsidRDefault="00DB4A58" w:rsidP="00DB4A58">
            <w:pPr>
              <w:jc w:val="left"/>
            </w:pPr>
            <w:r w:rsidRPr="00DB4A58">
              <w:t>82</w:t>
            </w:r>
          </w:p>
        </w:tc>
        <w:tc>
          <w:tcPr>
            <w:tcW w:w="7584" w:type="dxa"/>
            <w:noWrap/>
            <w:hideMark/>
          </w:tcPr>
          <w:p w14:paraId="0C648A0E" w14:textId="77777777" w:rsidR="00DB4A58" w:rsidRPr="00DB4A58" w:rsidRDefault="00DB4A58">
            <w:pPr>
              <w:jc w:val="left"/>
            </w:pPr>
            <w:r w:rsidRPr="00DB4A58">
              <w:t>ES4192 OKI</w:t>
            </w:r>
          </w:p>
        </w:tc>
        <w:tc>
          <w:tcPr>
            <w:tcW w:w="917" w:type="dxa"/>
            <w:noWrap/>
            <w:hideMark/>
          </w:tcPr>
          <w:p w14:paraId="0811033F" w14:textId="77777777" w:rsidR="00DB4A58" w:rsidRPr="00DB4A58" w:rsidRDefault="00DB4A58" w:rsidP="00DB4A58">
            <w:pPr>
              <w:jc w:val="left"/>
            </w:pPr>
            <w:r w:rsidRPr="00DB4A58">
              <w:t>pcs</w:t>
            </w:r>
          </w:p>
        </w:tc>
        <w:tc>
          <w:tcPr>
            <w:tcW w:w="1131" w:type="dxa"/>
            <w:noWrap/>
            <w:hideMark/>
          </w:tcPr>
          <w:p w14:paraId="0FB6384B" w14:textId="77777777" w:rsidR="00DB4A58" w:rsidRPr="00DB4A58" w:rsidRDefault="00DB4A58" w:rsidP="00DB4A58">
            <w:pPr>
              <w:jc w:val="left"/>
            </w:pPr>
            <w:r w:rsidRPr="00DB4A58">
              <w:t>25</w:t>
            </w:r>
          </w:p>
        </w:tc>
      </w:tr>
      <w:tr w:rsidR="00DB4A58" w:rsidRPr="00DB4A58" w14:paraId="01D89E00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7D8DC61" w14:textId="77777777" w:rsidR="00DB4A58" w:rsidRPr="00DB4A58" w:rsidRDefault="00DB4A58" w:rsidP="00DB4A58">
            <w:pPr>
              <w:jc w:val="left"/>
            </w:pPr>
            <w:r w:rsidRPr="00DB4A58">
              <w:t>83</w:t>
            </w:r>
          </w:p>
        </w:tc>
        <w:tc>
          <w:tcPr>
            <w:tcW w:w="7584" w:type="dxa"/>
            <w:noWrap/>
            <w:hideMark/>
          </w:tcPr>
          <w:p w14:paraId="458B341A" w14:textId="77777777" w:rsidR="00DB4A58" w:rsidRPr="00DB4A58" w:rsidRDefault="00DB4A58">
            <w:pPr>
              <w:jc w:val="left"/>
            </w:pPr>
            <w:r w:rsidRPr="00DB4A58">
              <w:t>ES5473 OKI</w:t>
            </w:r>
          </w:p>
        </w:tc>
        <w:tc>
          <w:tcPr>
            <w:tcW w:w="917" w:type="dxa"/>
            <w:noWrap/>
            <w:hideMark/>
          </w:tcPr>
          <w:p w14:paraId="085AB280" w14:textId="77777777" w:rsidR="00DB4A58" w:rsidRPr="00DB4A58" w:rsidRDefault="00DB4A58" w:rsidP="00DB4A58">
            <w:pPr>
              <w:jc w:val="left"/>
            </w:pPr>
            <w:r w:rsidRPr="00DB4A58">
              <w:t>pcs</w:t>
            </w:r>
          </w:p>
        </w:tc>
        <w:tc>
          <w:tcPr>
            <w:tcW w:w="1131" w:type="dxa"/>
            <w:noWrap/>
            <w:hideMark/>
          </w:tcPr>
          <w:p w14:paraId="1A7E7EF1" w14:textId="77777777" w:rsidR="00DB4A58" w:rsidRPr="00DB4A58" w:rsidRDefault="00DB4A58" w:rsidP="00DB4A58">
            <w:pPr>
              <w:jc w:val="left"/>
            </w:pPr>
            <w:r w:rsidRPr="00DB4A58">
              <w:t>20</w:t>
            </w:r>
          </w:p>
        </w:tc>
      </w:tr>
      <w:tr w:rsidR="00DB4A58" w:rsidRPr="00DB4A58" w14:paraId="09689F1D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6E320D2F" w14:textId="77777777" w:rsidR="00DB4A58" w:rsidRPr="00DB4A58" w:rsidRDefault="00DB4A58" w:rsidP="00DB4A58">
            <w:pPr>
              <w:jc w:val="left"/>
            </w:pPr>
            <w:r w:rsidRPr="00DB4A58">
              <w:t>84</w:t>
            </w:r>
          </w:p>
        </w:tc>
        <w:tc>
          <w:tcPr>
            <w:tcW w:w="7584" w:type="dxa"/>
            <w:noWrap/>
            <w:hideMark/>
          </w:tcPr>
          <w:p w14:paraId="1130C435" w14:textId="77777777" w:rsidR="00DB4A58" w:rsidRPr="00DB4A58" w:rsidRDefault="00DB4A58">
            <w:pPr>
              <w:jc w:val="left"/>
            </w:pPr>
            <w:r w:rsidRPr="00DB4A58">
              <w:t>HP Deskjet 2130</w:t>
            </w:r>
          </w:p>
        </w:tc>
        <w:tc>
          <w:tcPr>
            <w:tcW w:w="917" w:type="dxa"/>
            <w:noWrap/>
            <w:hideMark/>
          </w:tcPr>
          <w:p w14:paraId="16E3E0AD" w14:textId="77777777" w:rsidR="00DB4A58" w:rsidRPr="00DB4A58" w:rsidRDefault="00DB4A58" w:rsidP="00DB4A58">
            <w:pPr>
              <w:jc w:val="left"/>
            </w:pPr>
            <w:r w:rsidRPr="00DB4A58">
              <w:t>sets</w:t>
            </w:r>
          </w:p>
        </w:tc>
        <w:tc>
          <w:tcPr>
            <w:tcW w:w="1131" w:type="dxa"/>
            <w:noWrap/>
            <w:hideMark/>
          </w:tcPr>
          <w:p w14:paraId="3F2F01E6" w14:textId="77777777" w:rsidR="00DB4A58" w:rsidRPr="00DB4A58" w:rsidRDefault="00DB4A58" w:rsidP="00DB4A58">
            <w:pPr>
              <w:jc w:val="left"/>
            </w:pPr>
            <w:r w:rsidRPr="00DB4A58">
              <w:t>50</w:t>
            </w:r>
          </w:p>
        </w:tc>
      </w:tr>
      <w:tr w:rsidR="00DB4A58" w:rsidRPr="00DB4A58" w14:paraId="6F804398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0DACC4C0" w14:textId="77777777" w:rsidR="00DB4A58" w:rsidRPr="00DB4A58" w:rsidRDefault="00DB4A58" w:rsidP="00DB4A58">
            <w:pPr>
              <w:jc w:val="left"/>
            </w:pPr>
            <w:r w:rsidRPr="00DB4A58">
              <w:t>85</w:t>
            </w:r>
          </w:p>
        </w:tc>
        <w:tc>
          <w:tcPr>
            <w:tcW w:w="7584" w:type="dxa"/>
            <w:noWrap/>
            <w:hideMark/>
          </w:tcPr>
          <w:p w14:paraId="3804A97B" w14:textId="77777777" w:rsidR="00DB4A58" w:rsidRPr="00DB4A58" w:rsidRDefault="00DB4A58">
            <w:pPr>
              <w:jc w:val="left"/>
            </w:pPr>
            <w:r w:rsidRPr="00DB4A58">
              <w:t xml:space="preserve">HP -645 </w:t>
            </w:r>
            <w:proofErr w:type="spellStart"/>
            <w:r w:rsidRPr="00DB4A58">
              <w:t>blacK</w:t>
            </w:r>
            <w:proofErr w:type="spellEnd"/>
            <w:r w:rsidRPr="00DB4A58">
              <w:t xml:space="preserve">  &amp; HP-646 </w:t>
            </w:r>
            <w:proofErr w:type="spellStart"/>
            <w:r w:rsidRPr="00DB4A58">
              <w:t>Colour</w:t>
            </w:r>
            <w:proofErr w:type="spellEnd"/>
          </w:p>
        </w:tc>
        <w:tc>
          <w:tcPr>
            <w:tcW w:w="917" w:type="dxa"/>
            <w:noWrap/>
            <w:hideMark/>
          </w:tcPr>
          <w:p w14:paraId="25E6A236" w14:textId="77777777" w:rsidR="00DB4A58" w:rsidRPr="00DB4A58" w:rsidRDefault="00DB4A58" w:rsidP="00DB4A58">
            <w:pPr>
              <w:jc w:val="left"/>
            </w:pPr>
            <w:r w:rsidRPr="00DB4A58">
              <w:t>sets</w:t>
            </w:r>
          </w:p>
        </w:tc>
        <w:tc>
          <w:tcPr>
            <w:tcW w:w="1131" w:type="dxa"/>
            <w:noWrap/>
            <w:hideMark/>
          </w:tcPr>
          <w:p w14:paraId="1BE9B2E2" w14:textId="77777777" w:rsidR="00DB4A58" w:rsidRPr="00DB4A58" w:rsidRDefault="00DB4A58" w:rsidP="00DB4A58">
            <w:pPr>
              <w:jc w:val="left"/>
            </w:pPr>
            <w:r w:rsidRPr="00DB4A58">
              <w:t>20</w:t>
            </w:r>
          </w:p>
        </w:tc>
      </w:tr>
      <w:tr w:rsidR="00DB4A58" w:rsidRPr="00DB4A58" w14:paraId="1B761437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26AE009A" w14:textId="77777777" w:rsidR="00DB4A58" w:rsidRPr="00DB4A58" w:rsidRDefault="00DB4A58" w:rsidP="00DB4A58">
            <w:pPr>
              <w:jc w:val="left"/>
            </w:pPr>
            <w:r w:rsidRPr="00DB4A58">
              <w:t>86</w:t>
            </w:r>
          </w:p>
        </w:tc>
        <w:tc>
          <w:tcPr>
            <w:tcW w:w="7584" w:type="dxa"/>
            <w:noWrap/>
            <w:hideMark/>
          </w:tcPr>
          <w:p w14:paraId="7C59DA73" w14:textId="77777777" w:rsidR="00DB4A58" w:rsidRPr="00DB4A58" w:rsidRDefault="00DB4A58">
            <w:pPr>
              <w:jc w:val="left"/>
            </w:pPr>
            <w:r w:rsidRPr="00DB4A58">
              <w:t>HP 804</w:t>
            </w:r>
          </w:p>
        </w:tc>
        <w:tc>
          <w:tcPr>
            <w:tcW w:w="917" w:type="dxa"/>
            <w:noWrap/>
            <w:hideMark/>
          </w:tcPr>
          <w:p w14:paraId="1E1E6B0F" w14:textId="77777777" w:rsidR="00DB4A58" w:rsidRPr="00DB4A58" w:rsidRDefault="00DB4A58" w:rsidP="00DB4A58">
            <w:pPr>
              <w:jc w:val="left"/>
            </w:pPr>
            <w:r w:rsidRPr="00DB4A58">
              <w:t>sets</w:t>
            </w:r>
          </w:p>
        </w:tc>
        <w:tc>
          <w:tcPr>
            <w:tcW w:w="1131" w:type="dxa"/>
            <w:noWrap/>
            <w:hideMark/>
          </w:tcPr>
          <w:p w14:paraId="0FFDECE7" w14:textId="77777777" w:rsidR="00DB4A58" w:rsidRPr="00DB4A58" w:rsidRDefault="00DB4A58" w:rsidP="00DB4A58">
            <w:pPr>
              <w:jc w:val="left"/>
            </w:pPr>
            <w:r w:rsidRPr="00DB4A58">
              <w:t>20</w:t>
            </w:r>
          </w:p>
        </w:tc>
      </w:tr>
      <w:tr w:rsidR="00DB4A58" w:rsidRPr="00DB4A58" w14:paraId="777C4FFE" w14:textId="77777777" w:rsidTr="00DB4A58">
        <w:trPr>
          <w:trHeight w:val="290"/>
        </w:trPr>
        <w:tc>
          <w:tcPr>
            <w:tcW w:w="538" w:type="dxa"/>
            <w:noWrap/>
            <w:hideMark/>
          </w:tcPr>
          <w:p w14:paraId="1BF24199" w14:textId="77777777" w:rsidR="00DB4A58" w:rsidRPr="00DB4A58" w:rsidRDefault="00DB4A58" w:rsidP="00DB4A58">
            <w:pPr>
              <w:jc w:val="left"/>
            </w:pPr>
            <w:r w:rsidRPr="00DB4A58">
              <w:t>87</w:t>
            </w:r>
          </w:p>
        </w:tc>
        <w:tc>
          <w:tcPr>
            <w:tcW w:w="7584" w:type="dxa"/>
            <w:noWrap/>
            <w:hideMark/>
          </w:tcPr>
          <w:p w14:paraId="37CB463A" w14:textId="77777777" w:rsidR="00DB4A58" w:rsidRPr="00DB4A58" w:rsidRDefault="00DB4A58">
            <w:pPr>
              <w:jc w:val="left"/>
            </w:pPr>
            <w:r w:rsidRPr="00DB4A58">
              <w:t>Brother MFC-L3745CDW</w:t>
            </w:r>
          </w:p>
        </w:tc>
        <w:tc>
          <w:tcPr>
            <w:tcW w:w="917" w:type="dxa"/>
            <w:noWrap/>
            <w:hideMark/>
          </w:tcPr>
          <w:p w14:paraId="0C51E907" w14:textId="77777777" w:rsidR="00DB4A58" w:rsidRPr="00DB4A58" w:rsidRDefault="00DB4A58" w:rsidP="00DB4A58">
            <w:pPr>
              <w:jc w:val="left"/>
            </w:pPr>
            <w:r w:rsidRPr="00DB4A58">
              <w:t>set</w:t>
            </w:r>
          </w:p>
        </w:tc>
        <w:tc>
          <w:tcPr>
            <w:tcW w:w="1131" w:type="dxa"/>
            <w:noWrap/>
            <w:hideMark/>
          </w:tcPr>
          <w:p w14:paraId="3D656FBC" w14:textId="77777777" w:rsidR="00DB4A58" w:rsidRPr="00DB4A58" w:rsidRDefault="00DB4A58" w:rsidP="00DB4A58">
            <w:pPr>
              <w:jc w:val="left"/>
            </w:pPr>
            <w:r w:rsidRPr="00DB4A58">
              <w:t>280</w:t>
            </w: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C37682">
      <w:headerReference w:type="default" r:id="rId11"/>
      <w:footerReference w:type="default" r:id="rId12"/>
      <w:type w:val="oddPage"/>
      <w:pgSz w:w="11907" w:h="16839" w:code="9"/>
      <w:pgMar w:top="135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5C247" w14:textId="77777777" w:rsidR="00CE2326" w:rsidRDefault="00CE2326">
      <w:r>
        <w:separator/>
      </w:r>
    </w:p>
  </w:endnote>
  <w:endnote w:type="continuationSeparator" w:id="0">
    <w:p w14:paraId="009BEB7E" w14:textId="77777777" w:rsidR="00CE2326" w:rsidRDefault="00CE2326">
      <w:r>
        <w:continuationSeparator/>
      </w:r>
    </w:p>
  </w:endnote>
  <w:endnote w:type="continuationNotice" w:id="1">
    <w:p w14:paraId="127B22B6" w14:textId="77777777" w:rsidR="00CE2326" w:rsidRDefault="00CE23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 Semilight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4E75" w14:textId="6646929C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B4A58" w:rsidRPr="00DB4A58">
      <w:rPr>
        <w:noProof/>
        <w:color w:val="17365D" w:themeColor="text2" w:themeShade="BF"/>
        <w:lang w:val="sv-SE"/>
      </w:rPr>
      <w:t>6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B4A58" w:rsidRPr="00DB4A58">
      <w:rPr>
        <w:noProof/>
        <w:color w:val="17365D" w:themeColor="text2" w:themeShade="BF"/>
        <w:lang w:val="sv-SE"/>
      </w:rPr>
      <w:t>6</w:t>
    </w:r>
    <w:r>
      <w:rPr>
        <w:color w:val="17365D" w:themeColor="text2" w:themeShade="BF"/>
      </w:rPr>
      <w:fldChar w:fldCharType="end"/>
    </w:r>
  </w:p>
  <w:p w14:paraId="213B5D63" w14:textId="4913F3F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F552A">
      <w:rPr>
        <w:noProof/>
      </w:rPr>
      <w:t>2022-07-21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13D6E" w14:textId="77777777" w:rsidR="00CE2326" w:rsidRDefault="00CE2326">
      <w:r>
        <w:separator/>
      </w:r>
    </w:p>
  </w:footnote>
  <w:footnote w:type="continuationSeparator" w:id="0">
    <w:p w14:paraId="72C8E01F" w14:textId="77777777" w:rsidR="00CE2326" w:rsidRDefault="00CE2326">
      <w:r>
        <w:continuationSeparator/>
      </w:r>
    </w:p>
  </w:footnote>
  <w:footnote w:type="continuationNotice" w:id="1">
    <w:p w14:paraId="1B34A288" w14:textId="77777777" w:rsidR="00CE2326" w:rsidRDefault="00CE232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516A1" w14:textId="4BC9884C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57EE2"/>
    <w:multiLevelType w:val="hybridMultilevel"/>
    <w:tmpl w:val="FA540D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5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11"/>
  </w:num>
  <w:num w:numId="11">
    <w:abstractNumId w:val="3"/>
  </w:num>
  <w:num w:numId="12">
    <w:abstractNumId w:val="9"/>
  </w:num>
  <w:num w:numId="13">
    <w:abstractNumId w:val="13"/>
  </w:num>
  <w:num w:numId="14">
    <w:abstractNumId w:val="4"/>
  </w:num>
  <w:num w:numId="15">
    <w:abstractNumId w:val="8"/>
  </w:num>
  <w:num w:numId="1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8FD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0CC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C64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1E09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74F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52A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1C4E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1694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6273"/>
    <w:rsid w:val="00C368E9"/>
    <w:rsid w:val="00C37682"/>
    <w:rsid w:val="00C40A86"/>
    <w:rsid w:val="00C411CA"/>
    <w:rsid w:val="00C411FE"/>
    <w:rsid w:val="00C422A8"/>
    <w:rsid w:val="00C447AC"/>
    <w:rsid w:val="00C44890"/>
    <w:rsid w:val="00C4656F"/>
    <w:rsid w:val="00C47C2A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32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299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58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9CB433-6112-440A-BF85-7147C3ABE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157</TotalTime>
  <Pages>6</Pages>
  <Words>964</Words>
  <Characters>5499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6451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Tabuki B'auro</cp:lastModifiedBy>
  <cp:revision>5</cp:revision>
  <cp:lastPrinted>2022-07-19T23:41:00Z</cp:lastPrinted>
  <dcterms:created xsi:type="dcterms:W3CDTF">2022-07-19T22:59:00Z</dcterms:created>
  <dcterms:modified xsi:type="dcterms:W3CDTF">2022-07-21T05:04:00Z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